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1EA55" w14:textId="3FF513BB" w:rsidR="00054E28" w:rsidRPr="00C64BF3" w:rsidRDefault="003313D2" w:rsidP="00A908D9">
      <w:pPr>
        <w:spacing w:after="0" w:line="240" w:lineRule="auto"/>
        <w:jc w:val="center"/>
        <w:rPr>
          <w:rFonts w:ascii="Arial" w:hAnsi="Arial" w:cs="Arial"/>
          <w:b/>
          <w:bCs/>
          <w:lang w:val="ru-RU"/>
        </w:rPr>
      </w:pPr>
      <w:r>
        <w:rPr>
          <w:rFonts w:ascii="Arial" w:hAnsi="Arial" w:cs="Arial"/>
          <w:b/>
          <w:bCs/>
          <w:lang w:val="uk-UA"/>
        </w:rPr>
        <w:t xml:space="preserve">Запрошення до </w:t>
      </w:r>
      <w:r w:rsidRPr="00D81D1F">
        <w:rPr>
          <w:rFonts w:ascii="Arial" w:hAnsi="Arial" w:cs="Arial"/>
          <w:b/>
          <w:bCs/>
          <w:lang w:val="uk-UA"/>
        </w:rPr>
        <w:t>вираження зацікавленості</w:t>
      </w:r>
      <w:r w:rsidR="00054E28" w:rsidRPr="00D81D1F">
        <w:rPr>
          <w:rFonts w:ascii="Arial" w:hAnsi="Arial" w:cs="Arial"/>
          <w:b/>
          <w:bCs/>
          <w:lang w:val="ru-RU"/>
        </w:rPr>
        <w:t xml:space="preserve"> </w:t>
      </w:r>
      <w:r w:rsidR="00822384" w:rsidRPr="00D81D1F">
        <w:rPr>
          <w:rFonts w:ascii="Arial" w:hAnsi="Arial" w:cs="Arial"/>
          <w:b/>
          <w:bCs/>
          <w:lang w:val="ru-RU"/>
        </w:rPr>
        <w:t>участі</w:t>
      </w:r>
      <w:r w:rsidR="00D81D1F">
        <w:rPr>
          <w:rFonts w:ascii="Arial" w:hAnsi="Arial" w:cs="Arial"/>
          <w:b/>
          <w:bCs/>
          <w:lang w:val="ru-RU"/>
        </w:rPr>
        <w:t xml:space="preserve"> у заході</w:t>
      </w:r>
      <w:r w:rsidR="003D2CB1">
        <w:rPr>
          <w:rFonts w:ascii="Arial" w:hAnsi="Arial" w:cs="Arial"/>
          <w:b/>
          <w:bCs/>
          <w:lang w:val="ru-RU"/>
        </w:rPr>
        <w:t xml:space="preserve"> </w:t>
      </w:r>
      <w:r w:rsidR="00054E28" w:rsidRPr="00C64BF3">
        <w:rPr>
          <w:rFonts w:ascii="Arial" w:hAnsi="Arial" w:cs="Arial"/>
          <w:b/>
          <w:bCs/>
          <w:lang w:val="ru-RU"/>
        </w:rPr>
        <w:t>(</w:t>
      </w:r>
      <w:r>
        <w:rPr>
          <w:rFonts w:ascii="Arial" w:hAnsi="Arial" w:cs="Arial"/>
          <w:b/>
          <w:bCs/>
          <w:lang w:val="uk-UA"/>
        </w:rPr>
        <w:t>ВЗ</w:t>
      </w:r>
      <w:r w:rsidR="00054E28" w:rsidRPr="00C64BF3">
        <w:rPr>
          <w:rFonts w:ascii="Arial" w:hAnsi="Arial" w:cs="Arial"/>
          <w:b/>
          <w:bCs/>
          <w:lang w:val="ru-RU"/>
        </w:rPr>
        <w:t>)</w:t>
      </w:r>
    </w:p>
    <w:p w14:paraId="4B37F6B6" w14:textId="77777777" w:rsidR="00335CA8" w:rsidRPr="00C64BF3" w:rsidRDefault="00335CA8" w:rsidP="00054E28">
      <w:pPr>
        <w:spacing w:after="0" w:line="240" w:lineRule="auto"/>
        <w:jc w:val="center"/>
        <w:rPr>
          <w:rFonts w:ascii="Arial" w:hAnsi="Arial" w:cs="Arial"/>
          <w:b/>
          <w:bCs/>
          <w:lang w:val="ru-RU"/>
        </w:rPr>
      </w:pPr>
    </w:p>
    <w:p w14:paraId="6E2FF0D1" w14:textId="4A0F1F2D" w:rsidR="005A7696" w:rsidRPr="00C64BF3" w:rsidRDefault="003313D2" w:rsidP="005A769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lang w:val="ru-RU"/>
        </w:rPr>
      </w:pPr>
      <w:proofErr w:type="gramStart"/>
      <w:r w:rsidRPr="00C64BF3">
        <w:rPr>
          <w:rFonts w:ascii="Arial" w:hAnsi="Arial" w:cs="Arial"/>
          <w:b/>
          <w:bCs/>
          <w:color w:val="000000"/>
          <w:lang w:val="ru-RU"/>
        </w:rPr>
        <w:t>П</w:t>
      </w:r>
      <w:proofErr w:type="gramEnd"/>
      <w:r w:rsidRPr="00C64BF3">
        <w:rPr>
          <w:rFonts w:ascii="Arial" w:hAnsi="Arial" w:cs="Arial"/>
          <w:b/>
          <w:bCs/>
          <w:color w:val="000000"/>
          <w:lang w:val="ru-RU"/>
        </w:rPr>
        <w:t>ідвищення рівня обізнаності громадян з питань реформи децентралізації та сприяння залученню громадян до розвитку громад</w:t>
      </w:r>
    </w:p>
    <w:p w14:paraId="52C79B57" w14:textId="6349743A" w:rsidR="00054E28" w:rsidRPr="00C64BF3" w:rsidRDefault="00054E28" w:rsidP="00054E28">
      <w:pPr>
        <w:spacing w:after="0" w:line="240" w:lineRule="auto"/>
        <w:jc w:val="center"/>
        <w:rPr>
          <w:rFonts w:ascii="Arial" w:hAnsi="Arial" w:cs="Arial"/>
          <w:b/>
          <w:bCs/>
          <w:lang w:val="ru-RU"/>
        </w:rPr>
      </w:pPr>
    </w:p>
    <w:p w14:paraId="4D33C784" w14:textId="07577A90" w:rsidR="00054E28" w:rsidRPr="00C64BF3" w:rsidRDefault="003313D2" w:rsidP="00054E28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Орган</w:t>
      </w:r>
      <w:r>
        <w:rPr>
          <w:rFonts w:ascii="Arial" w:hAnsi="Arial" w:cs="Arial"/>
          <w:lang w:val="uk-UA"/>
        </w:rPr>
        <w:t>ізації громадянського суспільства</w:t>
      </w:r>
      <w:r w:rsidR="00054E28" w:rsidRPr="00C64BF3">
        <w:rPr>
          <w:rFonts w:ascii="Arial" w:hAnsi="Arial" w:cs="Arial"/>
          <w:lang w:val="ru-RU"/>
        </w:rPr>
        <w:t xml:space="preserve"> </w:t>
      </w:r>
      <w:r w:rsidR="00335CA8" w:rsidRPr="00C64BF3">
        <w:rPr>
          <w:rFonts w:ascii="Arial" w:hAnsi="Arial" w:cs="Arial"/>
          <w:lang w:val="ru-RU"/>
        </w:rPr>
        <w:t>(</w:t>
      </w:r>
      <w:r w:rsidR="00C64BF3">
        <w:rPr>
          <w:rFonts w:ascii="Arial" w:hAnsi="Arial" w:cs="Arial"/>
          <w:lang w:val="uk-UA"/>
        </w:rPr>
        <w:t>ОГС</w:t>
      </w:r>
      <w:r w:rsidR="00335CA8" w:rsidRPr="00C64BF3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uk-UA"/>
        </w:rPr>
        <w:t xml:space="preserve">запрошуються виразити свою зацікавленість </w:t>
      </w:r>
      <w:r w:rsidR="00C64BF3">
        <w:rPr>
          <w:rFonts w:ascii="Arial" w:hAnsi="Arial" w:cs="Arial"/>
          <w:lang w:val="uk-UA"/>
        </w:rPr>
        <w:t>заповнивши форму, зазначену</w:t>
      </w:r>
      <w:r>
        <w:rPr>
          <w:rFonts w:ascii="Arial" w:hAnsi="Arial" w:cs="Arial"/>
          <w:lang w:val="uk-UA"/>
        </w:rPr>
        <w:t xml:space="preserve"> нижче</w:t>
      </w:r>
      <w:r w:rsidR="00054E28" w:rsidRPr="00C64BF3">
        <w:rPr>
          <w:rFonts w:ascii="Arial" w:hAnsi="Arial" w:cs="Arial"/>
          <w:lang w:val="ru-RU"/>
        </w:rPr>
        <w:t>.</w:t>
      </w:r>
      <w:r w:rsidR="000000AF" w:rsidRPr="00C64BF3">
        <w:rPr>
          <w:rFonts w:ascii="Arial" w:hAnsi="Arial" w:cs="Arial"/>
          <w:lang w:val="ru-RU"/>
        </w:rPr>
        <w:t xml:space="preserve"> </w:t>
      </w:r>
      <w:r w:rsidR="00C64BF3">
        <w:rPr>
          <w:rFonts w:ascii="Arial" w:hAnsi="Arial" w:cs="Arial"/>
          <w:lang w:val="uk-UA"/>
        </w:rPr>
        <w:t xml:space="preserve">Будь </w:t>
      </w:r>
      <w:r>
        <w:rPr>
          <w:rFonts w:ascii="Arial" w:hAnsi="Arial" w:cs="Arial"/>
          <w:lang w:val="uk-UA"/>
        </w:rPr>
        <w:t>ласка, дотримуйтеся, встановленого формату та зазначених обмежень для текстової частини</w:t>
      </w:r>
      <w:r w:rsidR="00054E28" w:rsidRPr="00C64BF3">
        <w:rPr>
          <w:rFonts w:ascii="Arial" w:hAnsi="Arial" w:cs="Arial"/>
          <w:lang w:val="ru-RU"/>
        </w:rPr>
        <w:t xml:space="preserve">. </w:t>
      </w:r>
      <w:r w:rsidR="00C64BF3">
        <w:rPr>
          <w:rFonts w:ascii="Arial" w:hAnsi="Arial" w:cs="Arial"/>
          <w:lang w:val="uk-UA"/>
        </w:rPr>
        <w:t>Заповнена форма заявки не повинна</w:t>
      </w:r>
      <w:r>
        <w:rPr>
          <w:rFonts w:ascii="Arial" w:hAnsi="Arial" w:cs="Arial"/>
          <w:lang w:val="uk-UA"/>
        </w:rPr>
        <w:t xml:space="preserve"> перевищувати 3 сторінки</w:t>
      </w:r>
      <w:r w:rsidR="00054E28" w:rsidRPr="00C64BF3">
        <w:rPr>
          <w:rFonts w:ascii="Arial" w:hAnsi="Arial" w:cs="Arial"/>
          <w:lang w:val="ru-RU"/>
        </w:rPr>
        <w:t>.</w:t>
      </w:r>
    </w:p>
    <w:p w14:paraId="5679EE4A" w14:textId="77777777" w:rsidR="009F6610" w:rsidRPr="00C64BF3" w:rsidRDefault="009F6610" w:rsidP="00054E28">
      <w:pPr>
        <w:spacing w:after="0" w:line="240" w:lineRule="auto"/>
        <w:rPr>
          <w:rFonts w:ascii="Arial" w:hAnsi="Arial" w:cs="Arial"/>
          <w:lang w:val="ru-RU"/>
        </w:rPr>
      </w:pPr>
    </w:p>
    <w:p w14:paraId="1EB776D5" w14:textId="10097331" w:rsidR="00054E28" w:rsidRPr="00C64BF3" w:rsidRDefault="003313D2" w:rsidP="00054E28">
      <w:pPr>
        <w:spacing w:after="0" w:line="240" w:lineRule="auto"/>
        <w:rPr>
          <w:rStyle w:val="ac"/>
          <w:rFonts w:ascii="Arial" w:hAnsi="Arial" w:cs="Arial"/>
          <w:lang w:val="ru-RU"/>
        </w:rPr>
      </w:pPr>
      <w:r>
        <w:rPr>
          <w:rFonts w:ascii="Arial" w:hAnsi="Arial" w:cs="Arial"/>
          <w:lang w:val="uk-UA"/>
        </w:rPr>
        <w:t>Усі заяв</w:t>
      </w:r>
      <w:r w:rsidR="00C64BF3">
        <w:rPr>
          <w:rFonts w:ascii="Arial" w:hAnsi="Arial" w:cs="Arial"/>
          <w:lang w:val="uk-UA"/>
        </w:rPr>
        <w:t>к</w:t>
      </w:r>
      <w:r>
        <w:rPr>
          <w:rFonts w:ascii="Arial" w:hAnsi="Arial" w:cs="Arial"/>
          <w:lang w:val="uk-UA"/>
        </w:rPr>
        <w:t>и про зацікавленість повинні надсилатися за адресою</w:t>
      </w:r>
      <w:r w:rsidR="00054E28" w:rsidRPr="00C64BF3">
        <w:rPr>
          <w:rFonts w:ascii="Arial" w:hAnsi="Arial" w:cs="Arial"/>
          <w:lang w:val="ru-RU"/>
        </w:rPr>
        <w:t xml:space="preserve"> </w:t>
      </w:r>
      <w:hyperlink r:id="rId9" w:history="1">
        <w:r w:rsidR="000000AF" w:rsidRPr="00335CA8">
          <w:rPr>
            <w:rStyle w:val="ac"/>
            <w:rFonts w:ascii="Arial" w:hAnsi="Arial" w:cs="Arial"/>
            <w:lang w:val="en-US"/>
          </w:rPr>
          <w:t>iryna</w:t>
        </w:r>
        <w:r w:rsidR="000000AF" w:rsidRPr="00C64BF3">
          <w:rPr>
            <w:rStyle w:val="ac"/>
            <w:rFonts w:ascii="Arial" w:hAnsi="Arial" w:cs="Arial"/>
            <w:lang w:val="ru-RU"/>
          </w:rPr>
          <w:t>.</w:t>
        </w:r>
        <w:r w:rsidR="000000AF" w:rsidRPr="00335CA8">
          <w:rPr>
            <w:rStyle w:val="ac"/>
            <w:rFonts w:ascii="Arial" w:hAnsi="Arial" w:cs="Arial"/>
            <w:lang w:val="en-US"/>
          </w:rPr>
          <w:t>voitsekhivska</w:t>
        </w:r>
        <w:r w:rsidR="000000AF" w:rsidRPr="00C64BF3">
          <w:rPr>
            <w:rStyle w:val="ac"/>
            <w:rFonts w:ascii="Arial" w:hAnsi="Arial" w:cs="Arial"/>
            <w:lang w:val="ru-RU"/>
          </w:rPr>
          <w:t>@</w:t>
        </w:r>
        <w:r w:rsidR="000000AF" w:rsidRPr="00335CA8">
          <w:rPr>
            <w:rStyle w:val="ac"/>
            <w:rFonts w:ascii="Arial" w:hAnsi="Arial" w:cs="Arial"/>
            <w:lang w:val="en-US"/>
          </w:rPr>
          <w:t>giz</w:t>
        </w:r>
        <w:r w:rsidR="000000AF" w:rsidRPr="00C64BF3">
          <w:rPr>
            <w:rStyle w:val="ac"/>
            <w:rFonts w:ascii="Arial" w:hAnsi="Arial" w:cs="Arial"/>
            <w:lang w:val="ru-RU"/>
          </w:rPr>
          <w:t>.</w:t>
        </w:r>
        <w:r w:rsidR="000000AF" w:rsidRPr="00335CA8">
          <w:rPr>
            <w:rStyle w:val="ac"/>
            <w:rFonts w:ascii="Arial" w:hAnsi="Arial" w:cs="Arial"/>
            <w:lang w:val="en-US"/>
          </w:rPr>
          <w:t>de</w:t>
        </w:r>
      </w:hyperlink>
    </w:p>
    <w:p w14:paraId="07628588" w14:textId="77777777" w:rsidR="00335CA8" w:rsidRPr="00C64BF3" w:rsidRDefault="00335CA8" w:rsidP="00054E28">
      <w:pPr>
        <w:spacing w:after="0" w:line="240" w:lineRule="auto"/>
        <w:rPr>
          <w:rFonts w:ascii="Arial" w:hAnsi="Arial" w:cs="Arial"/>
          <w:lang w:val="ru-RU"/>
        </w:rPr>
      </w:pPr>
    </w:p>
    <w:p w14:paraId="7F569D12" w14:textId="1BC6F1F9" w:rsidR="00054E28" w:rsidRDefault="003313D2" w:rsidP="00054E28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uk-UA"/>
        </w:rPr>
        <w:t xml:space="preserve">Останній день для подачі </w:t>
      </w:r>
      <w:r w:rsidRPr="00C64BF3">
        <w:rPr>
          <w:rFonts w:ascii="Arial" w:hAnsi="Arial" w:cs="Arial"/>
          <w:lang w:val="uk-UA"/>
        </w:rPr>
        <w:t>заяв</w:t>
      </w:r>
      <w:r w:rsidR="00C64BF3">
        <w:rPr>
          <w:rFonts w:ascii="Arial" w:hAnsi="Arial" w:cs="Arial"/>
          <w:lang w:val="uk-UA"/>
        </w:rPr>
        <w:t>ок</w:t>
      </w:r>
      <w:r w:rsidRPr="00C64BF3">
        <w:rPr>
          <w:rFonts w:ascii="Arial" w:hAnsi="Arial" w:cs="Arial"/>
          <w:lang w:val="uk-UA"/>
        </w:rPr>
        <w:t xml:space="preserve"> - </w:t>
      </w:r>
      <w:r w:rsidR="004C7F1F" w:rsidRPr="00C64BF3">
        <w:rPr>
          <w:rFonts w:ascii="Arial" w:hAnsi="Arial" w:cs="Arial"/>
          <w:b/>
          <w:lang w:val="ru-RU"/>
        </w:rPr>
        <w:t>29</w:t>
      </w:r>
      <w:r w:rsidR="00054E28" w:rsidRPr="00C64BF3">
        <w:rPr>
          <w:rFonts w:ascii="Arial" w:hAnsi="Arial" w:cs="Arial"/>
          <w:b/>
          <w:lang w:val="ru-RU"/>
        </w:rPr>
        <w:t xml:space="preserve"> </w:t>
      </w:r>
      <w:r w:rsidRPr="00C64BF3">
        <w:rPr>
          <w:rFonts w:ascii="Arial" w:hAnsi="Arial" w:cs="Arial"/>
          <w:b/>
          <w:lang w:val="uk-UA"/>
        </w:rPr>
        <w:t>вересня</w:t>
      </w:r>
      <w:r w:rsidR="000000AF" w:rsidRPr="00C64BF3">
        <w:rPr>
          <w:rFonts w:ascii="Arial" w:hAnsi="Arial" w:cs="Arial"/>
          <w:b/>
          <w:lang w:val="ru-RU"/>
        </w:rPr>
        <w:t xml:space="preserve"> 2017</w:t>
      </w:r>
      <w:r w:rsidRPr="00C64BF3">
        <w:rPr>
          <w:rFonts w:ascii="Arial" w:hAnsi="Arial" w:cs="Arial"/>
          <w:b/>
          <w:lang w:val="uk-UA"/>
        </w:rPr>
        <w:t xml:space="preserve"> р</w:t>
      </w:r>
      <w:r w:rsidR="00054E28" w:rsidRPr="00C64BF3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uk-UA"/>
        </w:rPr>
        <w:t>Усі заяв</w:t>
      </w:r>
      <w:r w:rsidR="00C64BF3">
        <w:rPr>
          <w:rFonts w:ascii="Arial" w:hAnsi="Arial" w:cs="Arial"/>
          <w:lang w:val="uk-UA"/>
        </w:rPr>
        <w:t>к</w:t>
      </w:r>
      <w:r>
        <w:rPr>
          <w:rFonts w:ascii="Arial" w:hAnsi="Arial" w:cs="Arial"/>
          <w:lang w:val="uk-UA"/>
        </w:rPr>
        <w:t xml:space="preserve">и повинні бути отримані </w:t>
      </w:r>
      <w:r w:rsidR="0087635F">
        <w:rPr>
          <w:rFonts w:ascii="Arial" w:hAnsi="Arial" w:cs="Arial"/>
          <w:lang w:val="uk-UA"/>
        </w:rPr>
        <w:t>не пізніше зазначеної дати</w:t>
      </w:r>
      <w:r w:rsidR="00054E28" w:rsidRPr="00C64BF3">
        <w:rPr>
          <w:rFonts w:ascii="Arial" w:hAnsi="Arial" w:cs="Arial"/>
          <w:lang w:val="ru-RU"/>
        </w:rPr>
        <w:t>.</w:t>
      </w:r>
    </w:p>
    <w:p w14:paraId="09947FC9" w14:textId="77777777" w:rsidR="00817A62" w:rsidRPr="00C64BF3" w:rsidRDefault="00817A62" w:rsidP="00054E28">
      <w:pPr>
        <w:spacing w:after="0" w:line="240" w:lineRule="auto"/>
        <w:rPr>
          <w:rFonts w:ascii="Arial" w:hAnsi="Arial" w:cs="Arial"/>
          <w:lang w:val="ru-RU"/>
        </w:rPr>
      </w:pPr>
    </w:p>
    <w:tbl>
      <w:tblPr>
        <w:tblStyle w:val="ab"/>
        <w:tblW w:w="9985" w:type="dxa"/>
        <w:tblLook w:val="04A0" w:firstRow="1" w:lastRow="0" w:firstColumn="1" w:lastColumn="0" w:noHBand="0" w:noVBand="1"/>
      </w:tblPr>
      <w:tblGrid>
        <w:gridCol w:w="439"/>
        <w:gridCol w:w="2813"/>
        <w:gridCol w:w="6733"/>
      </w:tblGrid>
      <w:tr w:rsidR="003506C2" w:rsidRPr="00335CA8" w14:paraId="57BCC185" w14:textId="77777777" w:rsidTr="00F1248C">
        <w:tc>
          <w:tcPr>
            <w:tcW w:w="439" w:type="dxa"/>
            <w:shd w:val="clear" w:color="auto" w:fill="F2DBDB" w:themeFill="accent2" w:themeFillTint="33"/>
          </w:tcPr>
          <w:p w14:paraId="539520CF" w14:textId="77777777" w:rsidR="00054E28" w:rsidRPr="006B3093" w:rsidRDefault="00054E28" w:rsidP="00FF2032">
            <w:pPr>
              <w:jc w:val="center"/>
              <w:rPr>
                <w:lang w:val="en-US"/>
              </w:rPr>
            </w:pPr>
            <w:r w:rsidRPr="006B3093">
              <w:rPr>
                <w:lang w:val="en-US"/>
              </w:rPr>
              <w:t>1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72C704DE" w14:textId="2CD45D50" w:rsidR="00054E28" w:rsidRPr="007E3C23" w:rsidRDefault="0087635F" w:rsidP="00335CA8">
            <w:pPr>
              <w:rPr>
                <w:lang w:val="en-US"/>
              </w:rPr>
            </w:pPr>
            <w:r>
              <w:rPr>
                <w:lang w:val="uk-UA"/>
              </w:rPr>
              <w:t xml:space="preserve">Назва </w:t>
            </w:r>
            <w:r w:rsidR="0020734B">
              <w:rPr>
                <w:lang w:val="uk-UA"/>
              </w:rPr>
              <w:t>організації (повна)</w:t>
            </w:r>
          </w:p>
          <w:p w14:paraId="1B187B12" w14:textId="2B979F4D" w:rsidR="00335CA8" w:rsidRPr="006B3093" w:rsidRDefault="00335CA8" w:rsidP="00335CA8">
            <w:pPr>
              <w:rPr>
                <w:lang w:val="en-US"/>
              </w:rPr>
            </w:pPr>
          </w:p>
        </w:tc>
        <w:tc>
          <w:tcPr>
            <w:tcW w:w="6733" w:type="dxa"/>
          </w:tcPr>
          <w:p w14:paraId="15361B29" w14:textId="77777777" w:rsidR="00054E28" w:rsidRPr="006B3093" w:rsidRDefault="00054E28" w:rsidP="00FF2032">
            <w:pPr>
              <w:rPr>
                <w:lang w:val="en-US"/>
              </w:rPr>
            </w:pPr>
          </w:p>
        </w:tc>
      </w:tr>
      <w:tr w:rsidR="003506C2" w:rsidRPr="005273AF" w14:paraId="355B87C7" w14:textId="77777777" w:rsidTr="00F1248C">
        <w:tc>
          <w:tcPr>
            <w:tcW w:w="439" w:type="dxa"/>
            <w:shd w:val="clear" w:color="auto" w:fill="F2DBDB" w:themeFill="accent2" w:themeFillTint="33"/>
          </w:tcPr>
          <w:p w14:paraId="7F58EC0C" w14:textId="77777777" w:rsidR="00054E28" w:rsidRPr="006B3093" w:rsidRDefault="00637F1C" w:rsidP="00FF20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7C3D7608" w14:textId="35A337F2" w:rsidR="00335CA8" w:rsidRDefault="0087635F" w:rsidP="0087635F">
            <w:pPr>
              <w:rPr>
                <w:lang w:val="uk-UA"/>
              </w:rPr>
            </w:pPr>
            <w:r>
              <w:rPr>
                <w:lang w:val="uk-UA"/>
              </w:rPr>
              <w:t>Фактична адреса</w:t>
            </w:r>
          </w:p>
          <w:p w14:paraId="1164754F" w14:textId="30B71F6D" w:rsidR="0087635F" w:rsidRPr="006B3093" w:rsidRDefault="0087635F" w:rsidP="0087635F">
            <w:pPr>
              <w:rPr>
                <w:lang w:val="en-US"/>
              </w:rPr>
            </w:pPr>
          </w:p>
        </w:tc>
        <w:tc>
          <w:tcPr>
            <w:tcW w:w="6733" w:type="dxa"/>
          </w:tcPr>
          <w:p w14:paraId="55F50F5F" w14:textId="77777777" w:rsidR="00054E28" w:rsidRPr="006B3093" w:rsidRDefault="00054E28" w:rsidP="00FF2032">
            <w:pPr>
              <w:rPr>
                <w:lang w:val="en-US"/>
              </w:rPr>
            </w:pPr>
          </w:p>
        </w:tc>
      </w:tr>
      <w:tr w:rsidR="003506C2" w:rsidRPr="00C64BF3" w14:paraId="4160FC80" w14:textId="77777777" w:rsidTr="00F1248C">
        <w:tc>
          <w:tcPr>
            <w:tcW w:w="439" w:type="dxa"/>
            <w:shd w:val="clear" w:color="auto" w:fill="F2DBDB" w:themeFill="accent2" w:themeFillTint="33"/>
          </w:tcPr>
          <w:p w14:paraId="1374B616" w14:textId="77777777" w:rsidR="00054E28" w:rsidRPr="006B3093" w:rsidRDefault="00637F1C" w:rsidP="00FF20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5E7035CA" w14:textId="3FE3BF5A" w:rsidR="00054E28" w:rsidRPr="00866164" w:rsidRDefault="0087635F" w:rsidP="00FF2032">
            <w:pPr>
              <w:rPr>
                <w:lang w:val="uk-UA"/>
              </w:rPr>
            </w:pPr>
            <w:r>
              <w:rPr>
                <w:lang w:val="uk-UA"/>
              </w:rPr>
              <w:t>Головна контактна особа</w:t>
            </w:r>
            <w:r w:rsidR="002C27DA" w:rsidRPr="00C64BF3">
              <w:rPr>
                <w:lang w:val="ru-RU"/>
              </w:rPr>
              <w:t xml:space="preserve"> (</w:t>
            </w:r>
            <w:r>
              <w:rPr>
                <w:lang w:val="uk-UA"/>
              </w:rPr>
              <w:t>прізвище, ім</w:t>
            </w:r>
            <w:r w:rsidRPr="00C64BF3">
              <w:rPr>
                <w:lang w:val="ru-RU"/>
              </w:rPr>
              <w:t>’</w:t>
            </w:r>
            <w:r>
              <w:rPr>
                <w:lang w:val="uk-UA"/>
              </w:rPr>
              <w:t>я, контактний номер телефону, електронна адреса</w:t>
            </w:r>
            <w:r w:rsidR="002C27DA" w:rsidRPr="00C64BF3">
              <w:rPr>
                <w:lang w:val="ru-RU"/>
              </w:rPr>
              <w:t>)</w:t>
            </w:r>
          </w:p>
          <w:p w14:paraId="7F7A26D5" w14:textId="77777777" w:rsidR="00335CA8" w:rsidRPr="00C64BF3" w:rsidRDefault="00335CA8" w:rsidP="00FF2032">
            <w:pPr>
              <w:rPr>
                <w:lang w:val="ru-RU"/>
              </w:rPr>
            </w:pPr>
          </w:p>
        </w:tc>
        <w:tc>
          <w:tcPr>
            <w:tcW w:w="6733" w:type="dxa"/>
          </w:tcPr>
          <w:p w14:paraId="0C30A61A" w14:textId="77777777" w:rsidR="00054E28" w:rsidRPr="00C64BF3" w:rsidRDefault="00054E28" w:rsidP="00FF2032">
            <w:pPr>
              <w:rPr>
                <w:lang w:val="ru-RU"/>
              </w:rPr>
            </w:pPr>
          </w:p>
        </w:tc>
      </w:tr>
      <w:tr w:rsidR="003506C2" w:rsidRPr="004C7F1F" w14:paraId="65CC13A3" w14:textId="77777777" w:rsidTr="00F1248C">
        <w:tc>
          <w:tcPr>
            <w:tcW w:w="439" w:type="dxa"/>
            <w:shd w:val="clear" w:color="auto" w:fill="F2DBDB" w:themeFill="accent2" w:themeFillTint="33"/>
          </w:tcPr>
          <w:p w14:paraId="40C39829" w14:textId="77777777" w:rsidR="00054E28" w:rsidRPr="006B3093" w:rsidRDefault="00637F1C" w:rsidP="00FF20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5B285F7F" w14:textId="4DA1A2C9" w:rsidR="00335CA8" w:rsidRDefault="00FF2032" w:rsidP="00FF2032">
            <w:pPr>
              <w:rPr>
                <w:lang w:val="uk-UA"/>
              </w:rPr>
            </w:pPr>
            <w:r>
              <w:rPr>
                <w:lang w:val="uk-UA"/>
              </w:rPr>
              <w:t>Номер державної реєстрації</w:t>
            </w:r>
          </w:p>
          <w:p w14:paraId="2AB138AF" w14:textId="2BD66689" w:rsidR="00FF2032" w:rsidRPr="006B3093" w:rsidRDefault="00FF2032" w:rsidP="00FF2032">
            <w:pPr>
              <w:rPr>
                <w:lang w:val="en-US"/>
              </w:rPr>
            </w:pPr>
          </w:p>
        </w:tc>
        <w:tc>
          <w:tcPr>
            <w:tcW w:w="6733" w:type="dxa"/>
          </w:tcPr>
          <w:p w14:paraId="6BD8589B" w14:textId="77777777" w:rsidR="00C71E49" w:rsidRPr="006B3093" w:rsidRDefault="00C71E49" w:rsidP="00FF2032">
            <w:pPr>
              <w:rPr>
                <w:lang w:val="en-US"/>
              </w:rPr>
            </w:pPr>
          </w:p>
        </w:tc>
      </w:tr>
      <w:tr w:rsidR="003506C2" w:rsidRPr="00C64BF3" w14:paraId="16ADF4D4" w14:textId="77777777" w:rsidTr="00F1248C">
        <w:tc>
          <w:tcPr>
            <w:tcW w:w="439" w:type="dxa"/>
            <w:shd w:val="clear" w:color="auto" w:fill="F2DBDB" w:themeFill="accent2" w:themeFillTint="33"/>
          </w:tcPr>
          <w:p w14:paraId="611A529E" w14:textId="77777777" w:rsidR="00054E28" w:rsidRPr="006B3093" w:rsidRDefault="00637F1C" w:rsidP="00FF20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5464E720" w14:textId="4842BA48" w:rsidR="00335CA8" w:rsidRDefault="00FF2032" w:rsidP="00FF2032">
            <w:pPr>
              <w:rPr>
                <w:lang w:val="uk-UA"/>
              </w:rPr>
            </w:pPr>
            <w:r>
              <w:rPr>
                <w:lang w:val="uk-UA"/>
              </w:rPr>
              <w:t>Мандат організації або її основна спеціалізація</w:t>
            </w:r>
          </w:p>
          <w:p w14:paraId="49E061A5" w14:textId="45366F9E" w:rsidR="00FF2032" w:rsidRPr="00C64BF3" w:rsidRDefault="00FF2032" w:rsidP="00FF2032">
            <w:pPr>
              <w:rPr>
                <w:lang w:val="ru-RU"/>
              </w:rPr>
            </w:pPr>
          </w:p>
        </w:tc>
        <w:tc>
          <w:tcPr>
            <w:tcW w:w="6733" w:type="dxa"/>
          </w:tcPr>
          <w:p w14:paraId="400EE683" w14:textId="77777777" w:rsidR="00F278AA" w:rsidRPr="00C64BF3" w:rsidRDefault="00F278AA" w:rsidP="00D5589E">
            <w:pPr>
              <w:pStyle w:val="ad"/>
              <w:ind w:left="366"/>
              <w:rPr>
                <w:lang w:val="ru-RU"/>
              </w:rPr>
            </w:pPr>
          </w:p>
        </w:tc>
      </w:tr>
      <w:tr w:rsidR="003506C2" w:rsidRPr="00C64BF3" w14:paraId="3C519892" w14:textId="77777777" w:rsidTr="00F1248C">
        <w:tc>
          <w:tcPr>
            <w:tcW w:w="439" w:type="dxa"/>
            <w:shd w:val="clear" w:color="auto" w:fill="F2DBDB" w:themeFill="accent2" w:themeFillTint="33"/>
          </w:tcPr>
          <w:p w14:paraId="2A961633" w14:textId="77777777" w:rsidR="00054E28" w:rsidRPr="006B3093" w:rsidRDefault="00637F1C" w:rsidP="00FF20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5ADE6A4F" w14:textId="50DC7732" w:rsidR="00054E28" w:rsidRPr="00C64BF3" w:rsidRDefault="00FF2032" w:rsidP="00FF2032">
            <w:pPr>
              <w:rPr>
                <w:lang w:val="ru-RU"/>
              </w:rPr>
            </w:pPr>
            <w:r>
              <w:rPr>
                <w:lang w:val="uk-UA"/>
              </w:rPr>
              <w:t>Чи є Ваша ГО учасником будь-якої мережі чи спілки</w:t>
            </w:r>
            <w:r w:rsidR="00054E28" w:rsidRPr="00C64BF3">
              <w:rPr>
                <w:lang w:val="ru-RU"/>
              </w:rPr>
              <w:t>?</w:t>
            </w:r>
          </w:p>
          <w:p w14:paraId="21A132FD" w14:textId="0A4EAAA5" w:rsidR="00054E28" w:rsidRPr="00C64BF3" w:rsidRDefault="00054E28" w:rsidP="00335CA8">
            <w:pPr>
              <w:rPr>
                <w:lang w:val="ru-RU"/>
              </w:rPr>
            </w:pPr>
            <w:r w:rsidRPr="00C64BF3">
              <w:rPr>
                <w:lang w:val="ru-RU"/>
              </w:rPr>
              <w:t>(</w:t>
            </w:r>
            <w:r w:rsidR="00C64BF3">
              <w:rPr>
                <w:lang w:val="uk-UA"/>
              </w:rPr>
              <w:t xml:space="preserve">зазначте, будь </w:t>
            </w:r>
            <w:r w:rsidR="00FF2032">
              <w:rPr>
                <w:lang w:val="uk-UA"/>
              </w:rPr>
              <w:t>ласка, ці організації та спосіб Вашої співпраці з ними</w:t>
            </w:r>
            <w:r w:rsidRPr="00C64BF3">
              <w:rPr>
                <w:lang w:val="ru-RU"/>
              </w:rPr>
              <w:t>)</w:t>
            </w:r>
          </w:p>
        </w:tc>
        <w:tc>
          <w:tcPr>
            <w:tcW w:w="6733" w:type="dxa"/>
          </w:tcPr>
          <w:p w14:paraId="402DE907" w14:textId="77777777" w:rsidR="00F81050" w:rsidRPr="00C64BF3" w:rsidRDefault="00F81050" w:rsidP="00D5589E">
            <w:pPr>
              <w:pStyle w:val="ad"/>
              <w:ind w:left="366"/>
              <w:rPr>
                <w:lang w:val="ru-RU"/>
              </w:rPr>
            </w:pPr>
          </w:p>
        </w:tc>
      </w:tr>
      <w:tr w:rsidR="00E80DBD" w:rsidRPr="00C64BF3" w14:paraId="09CF98A7" w14:textId="77777777" w:rsidTr="00F1248C">
        <w:tc>
          <w:tcPr>
            <w:tcW w:w="439" w:type="dxa"/>
            <w:shd w:val="clear" w:color="auto" w:fill="F2DBDB" w:themeFill="accent2" w:themeFillTint="33"/>
          </w:tcPr>
          <w:p w14:paraId="2156E984" w14:textId="77777777" w:rsidR="00E80DBD" w:rsidRDefault="00BC2833" w:rsidP="00FF20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1E492394" w14:textId="20F6E77C" w:rsidR="00335CA8" w:rsidRPr="00C64BF3" w:rsidRDefault="00FF2032" w:rsidP="00FF2032">
            <w:pPr>
              <w:rPr>
                <w:lang w:val="ru-RU"/>
              </w:rPr>
            </w:pPr>
            <w:r>
              <w:rPr>
                <w:lang w:val="uk-UA"/>
              </w:rPr>
              <w:t xml:space="preserve">Цільова група </w:t>
            </w:r>
            <w:r w:rsidR="00866164">
              <w:rPr>
                <w:lang w:val="uk-UA"/>
              </w:rPr>
              <w:t>та географічна присутність Вашої організації</w:t>
            </w:r>
            <w:r w:rsidR="00611140" w:rsidRPr="00C64BF3">
              <w:rPr>
                <w:lang w:val="ru-RU"/>
              </w:rPr>
              <w:t xml:space="preserve">. </w:t>
            </w:r>
            <w:r w:rsidR="00866164">
              <w:rPr>
                <w:lang w:val="uk-UA"/>
              </w:rPr>
              <w:t xml:space="preserve">Якою є структура </w:t>
            </w:r>
            <w:r w:rsidR="00C64BF3">
              <w:rPr>
                <w:lang w:val="uk-UA"/>
              </w:rPr>
              <w:t xml:space="preserve">мережі </w:t>
            </w:r>
            <w:r w:rsidR="00866164">
              <w:rPr>
                <w:lang w:val="uk-UA"/>
              </w:rPr>
              <w:t xml:space="preserve">Вашої організації </w:t>
            </w:r>
            <w:r w:rsidR="00611140" w:rsidRPr="00C64BF3">
              <w:rPr>
                <w:lang w:val="ru-RU"/>
              </w:rPr>
              <w:t>(</w:t>
            </w:r>
            <w:r w:rsidR="00866164">
              <w:rPr>
                <w:lang w:val="uk-UA"/>
              </w:rPr>
              <w:t xml:space="preserve">якщо </w:t>
            </w:r>
            <w:r w:rsidR="00C64BF3">
              <w:rPr>
                <w:lang w:val="uk-UA"/>
              </w:rPr>
              <w:t>організація має мережу представництв або відділів</w:t>
            </w:r>
            <w:r w:rsidR="00611140" w:rsidRPr="00C64BF3">
              <w:rPr>
                <w:lang w:val="ru-RU"/>
              </w:rPr>
              <w:t>)?</w:t>
            </w:r>
          </w:p>
        </w:tc>
        <w:tc>
          <w:tcPr>
            <w:tcW w:w="6733" w:type="dxa"/>
          </w:tcPr>
          <w:p w14:paraId="76E6A833" w14:textId="77777777" w:rsidR="00E80DBD" w:rsidRPr="00C64BF3" w:rsidRDefault="00E80DBD" w:rsidP="00D5589E">
            <w:pPr>
              <w:pStyle w:val="ad"/>
              <w:ind w:left="366"/>
              <w:rPr>
                <w:lang w:val="ru-RU"/>
              </w:rPr>
            </w:pPr>
          </w:p>
        </w:tc>
      </w:tr>
      <w:tr w:rsidR="00CA06ED" w:rsidRPr="00335CA8" w14:paraId="4130297F" w14:textId="77777777" w:rsidTr="00F1248C">
        <w:tc>
          <w:tcPr>
            <w:tcW w:w="439" w:type="dxa"/>
            <w:shd w:val="clear" w:color="auto" w:fill="F2DBDB" w:themeFill="accent2" w:themeFillTint="33"/>
          </w:tcPr>
          <w:p w14:paraId="7C1FF656" w14:textId="77777777" w:rsidR="00CA06ED" w:rsidRDefault="00BC2833" w:rsidP="00FF20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3DCC9CF3" w14:textId="76CCC091" w:rsidR="00335CA8" w:rsidRDefault="00866164" w:rsidP="00866164">
            <w:pPr>
              <w:rPr>
                <w:lang w:val="uk-UA"/>
              </w:rPr>
            </w:pPr>
            <w:r>
              <w:rPr>
                <w:lang w:val="uk-UA"/>
              </w:rPr>
              <w:t>Загальна кількість штатних працівників (повний та неповний робочий день)</w:t>
            </w:r>
            <w:r w:rsidR="00611140" w:rsidRPr="00C64BF3">
              <w:rPr>
                <w:lang w:val="ru-RU"/>
              </w:rPr>
              <w:t xml:space="preserve">. </w:t>
            </w:r>
            <w:r w:rsidR="00C64BF3">
              <w:rPr>
                <w:lang w:val="uk-UA"/>
              </w:rPr>
              <w:t xml:space="preserve">Будь </w:t>
            </w:r>
            <w:r>
              <w:rPr>
                <w:lang w:val="uk-UA"/>
              </w:rPr>
              <w:t>ласка, зазначте кількість працівників-жінок та чоловіків.</w:t>
            </w:r>
          </w:p>
          <w:p w14:paraId="713A3FDE" w14:textId="636F3EE4" w:rsidR="00866164" w:rsidRPr="006B3093" w:rsidRDefault="00866164" w:rsidP="00866164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6733" w:type="dxa"/>
          </w:tcPr>
          <w:p w14:paraId="62B126F3" w14:textId="77777777" w:rsidR="00CA06ED" w:rsidRPr="00F278AA" w:rsidRDefault="00CA06ED" w:rsidP="00D5589E">
            <w:pPr>
              <w:pStyle w:val="ad"/>
              <w:ind w:left="366"/>
              <w:rPr>
                <w:lang w:val="en-US"/>
              </w:rPr>
            </w:pPr>
          </w:p>
        </w:tc>
      </w:tr>
      <w:tr w:rsidR="00CA06ED" w:rsidRPr="00C64BF3" w14:paraId="66A68630" w14:textId="77777777" w:rsidTr="00F1248C">
        <w:tc>
          <w:tcPr>
            <w:tcW w:w="439" w:type="dxa"/>
            <w:shd w:val="clear" w:color="auto" w:fill="F2DBDB" w:themeFill="accent2" w:themeFillTint="33"/>
          </w:tcPr>
          <w:p w14:paraId="6FB4B238" w14:textId="77777777" w:rsidR="00CA06ED" w:rsidRDefault="00BC2833" w:rsidP="00CA06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0225FA52" w14:textId="271C73D5" w:rsidR="00335CA8" w:rsidRPr="00C64BF3" w:rsidRDefault="00866164" w:rsidP="00CA06ED">
            <w:pPr>
              <w:rPr>
                <w:lang w:val="ru-RU"/>
              </w:rPr>
            </w:pPr>
            <w:r>
              <w:rPr>
                <w:lang w:val="uk-UA"/>
              </w:rPr>
              <w:t>Опишіть, будь</w:t>
            </w:r>
            <w:r w:rsidR="00C64BF3">
              <w:rPr>
                <w:lang w:val="uk-UA"/>
              </w:rPr>
              <w:t xml:space="preserve"> </w:t>
            </w:r>
            <w:r>
              <w:rPr>
                <w:lang w:val="uk-UA"/>
              </w:rPr>
              <w:t>ласка, Вашу внутрішню структуру управління</w:t>
            </w:r>
            <w:r w:rsidR="00611140" w:rsidRPr="00C64BF3">
              <w:rPr>
                <w:lang w:val="ru-RU"/>
              </w:rPr>
              <w:t>.</w:t>
            </w:r>
          </w:p>
        </w:tc>
        <w:tc>
          <w:tcPr>
            <w:tcW w:w="6733" w:type="dxa"/>
          </w:tcPr>
          <w:p w14:paraId="0600C587" w14:textId="77777777" w:rsidR="00CA06ED" w:rsidRPr="00C64BF3" w:rsidRDefault="00CA06ED" w:rsidP="00CA06ED">
            <w:pPr>
              <w:pStyle w:val="ad"/>
              <w:ind w:left="366"/>
              <w:rPr>
                <w:lang w:val="ru-RU"/>
              </w:rPr>
            </w:pPr>
          </w:p>
        </w:tc>
      </w:tr>
      <w:tr w:rsidR="00611140" w:rsidRPr="00C64BF3" w14:paraId="732E57A9" w14:textId="77777777" w:rsidTr="00611140">
        <w:tc>
          <w:tcPr>
            <w:tcW w:w="439" w:type="dxa"/>
            <w:shd w:val="clear" w:color="auto" w:fill="D9D9D9" w:themeFill="background1" w:themeFillShade="D9"/>
          </w:tcPr>
          <w:p w14:paraId="0AC615C5" w14:textId="77777777" w:rsidR="00611140" w:rsidRPr="00C64BF3" w:rsidRDefault="00611140" w:rsidP="00CA06ED">
            <w:pPr>
              <w:jc w:val="center"/>
              <w:rPr>
                <w:lang w:val="ru-RU"/>
              </w:rPr>
            </w:pPr>
          </w:p>
        </w:tc>
        <w:tc>
          <w:tcPr>
            <w:tcW w:w="2813" w:type="dxa"/>
            <w:shd w:val="clear" w:color="auto" w:fill="D9D9D9" w:themeFill="background1" w:themeFillShade="D9"/>
          </w:tcPr>
          <w:p w14:paraId="6C3DDED6" w14:textId="77777777" w:rsidR="00611140" w:rsidRPr="00C64BF3" w:rsidRDefault="00611140" w:rsidP="00CA06ED">
            <w:pPr>
              <w:rPr>
                <w:lang w:val="ru-RU"/>
              </w:rPr>
            </w:pPr>
          </w:p>
        </w:tc>
        <w:tc>
          <w:tcPr>
            <w:tcW w:w="6733" w:type="dxa"/>
            <w:shd w:val="clear" w:color="auto" w:fill="D9D9D9" w:themeFill="background1" w:themeFillShade="D9"/>
          </w:tcPr>
          <w:p w14:paraId="1C9AA165" w14:textId="77777777" w:rsidR="00611140" w:rsidRPr="00C64BF3" w:rsidRDefault="00611140" w:rsidP="00CA06ED">
            <w:pPr>
              <w:rPr>
                <w:lang w:val="ru-RU"/>
              </w:rPr>
            </w:pPr>
          </w:p>
        </w:tc>
      </w:tr>
      <w:tr w:rsidR="00CA06ED" w:rsidRPr="00C64BF3" w14:paraId="5F5C09A2" w14:textId="77777777" w:rsidTr="00F1248C">
        <w:tc>
          <w:tcPr>
            <w:tcW w:w="439" w:type="dxa"/>
            <w:shd w:val="clear" w:color="auto" w:fill="F2DBDB" w:themeFill="accent2" w:themeFillTint="33"/>
          </w:tcPr>
          <w:p w14:paraId="1D76CE79" w14:textId="77777777" w:rsidR="00CA06ED" w:rsidRPr="006B3093" w:rsidRDefault="00BC2833" w:rsidP="00CA06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71DBC9DA" w14:textId="7DBB24D5" w:rsidR="00335CA8" w:rsidRPr="00C64BF3" w:rsidRDefault="00866164" w:rsidP="00CA06ED">
            <w:pPr>
              <w:rPr>
                <w:lang w:val="ru-RU"/>
              </w:rPr>
            </w:pPr>
            <w:r>
              <w:rPr>
                <w:lang w:val="uk-UA"/>
              </w:rPr>
              <w:t>Чи є у Вас кваліфікований бухгалтер</w:t>
            </w:r>
            <w:r w:rsidR="00611140" w:rsidRPr="00C64BF3">
              <w:rPr>
                <w:lang w:val="ru-RU"/>
              </w:rPr>
              <w:t xml:space="preserve">? </w:t>
            </w:r>
            <w:r>
              <w:rPr>
                <w:lang w:val="uk-UA"/>
              </w:rPr>
              <w:t>Він/вона працює повний чи неповний день</w:t>
            </w:r>
            <w:r w:rsidR="00611140" w:rsidRPr="00C64BF3">
              <w:rPr>
                <w:lang w:val="ru-RU"/>
              </w:rPr>
              <w:t>?</w:t>
            </w:r>
          </w:p>
        </w:tc>
        <w:tc>
          <w:tcPr>
            <w:tcW w:w="6733" w:type="dxa"/>
          </w:tcPr>
          <w:p w14:paraId="17DB9E7E" w14:textId="77777777" w:rsidR="00CA06ED" w:rsidRPr="00C64BF3" w:rsidRDefault="00CA06ED" w:rsidP="00CA06ED">
            <w:pPr>
              <w:rPr>
                <w:lang w:val="ru-RU"/>
              </w:rPr>
            </w:pPr>
          </w:p>
        </w:tc>
      </w:tr>
      <w:tr w:rsidR="00CA06ED" w:rsidRPr="00E80DBD" w14:paraId="7D24B4CB" w14:textId="77777777" w:rsidTr="00F1248C">
        <w:tc>
          <w:tcPr>
            <w:tcW w:w="439" w:type="dxa"/>
            <w:shd w:val="clear" w:color="auto" w:fill="F2DBDB" w:themeFill="accent2" w:themeFillTint="33"/>
          </w:tcPr>
          <w:p w14:paraId="68EA7F17" w14:textId="77777777" w:rsidR="00CA06ED" w:rsidRDefault="00BC2833" w:rsidP="00CA06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071A7D23" w14:textId="13FCCDEF" w:rsidR="00335CA8" w:rsidRPr="00817A62" w:rsidRDefault="00866164" w:rsidP="00CA06ED">
            <w:pPr>
              <w:rPr>
                <w:lang w:val="uk-UA"/>
              </w:rPr>
            </w:pPr>
            <w:r>
              <w:rPr>
                <w:lang w:val="uk-UA"/>
              </w:rPr>
              <w:t>Чи застосовуєте Ви комп</w:t>
            </w:r>
            <w:r w:rsidRPr="00C64BF3">
              <w:rPr>
                <w:lang w:val="ru-RU"/>
              </w:rPr>
              <w:t>’</w:t>
            </w:r>
            <w:r>
              <w:rPr>
                <w:lang w:val="uk-UA"/>
              </w:rPr>
              <w:t>ютерні програми бухгалтерського обліку? Які саме?</w:t>
            </w:r>
          </w:p>
        </w:tc>
        <w:tc>
          <w:tcPr>
            <w:tcW w:w="6733" w:type="dxa"/>
          </w:tcPr>
          <w:p w14:paraId="1E3F4AC9" w14:textId="77777777" w:rsidR="00CA06ED" w:rsidRPr="006B3093" w:rsidRDefault="00CA06ED" w:rsidP="00CA06ED">
            <w:pPr>
              <w:rPr>
                <w:lang w:val="en-US"/>
              </w:rPr>
            </w:pPr>
          </w:p>
        </w:tc>
      </w:tr>
      <w:tr w:rsidR="00CA06ED" w:rsidRPr="00C64BF3" w14:paraId="132F87CC" w14:textId="77777777" w:rsidTr="00F1248C">
        <w:tc>
          <w:tcPr>
            <w:tcW w:w="439" w:type="dxa"/>
            <w:shd w:val="clear" w:color="auto" w:fill="F2DBDB" w:themeFill="accent2" w:themeFillTint="33"/>
          </w:tcPr>
          <w:p w14:paraId="4267FE9C" w14:textId="77777777" w:rsidR="00CA06ED" w:rsidRDefault="00BC2833" w:rsidP="00CA06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2A9F8801" w14:textId="6474FCC6" w:rsidR="00335CA8" w:rsidRPr="00817A62" w:rsidRDefault="003E6608" w:rsidP="00CA06ED">
            <w:pPr>
              <w:rPr>
                <w:lang w:val="uk-UA"/>
              </w:rPr>
            </w:pPr>
            <w:r>
              <w:rPr>
                <w:lang w:val="uk-UA"/>
              </w:rPr>
              <w:t xml:space="preserve">Стислий опис систем фінансового обліку та </w:t>
            </w:r>
            <w:proofErr w:type="spellStart"/>
            <w:r>
              <w:rPr>
                <w:lang w:val="uk-UA"/>
              </w:rPr>
              <w:t>закупівель</w:t>
            </w:r>
            <w:proofErr w:type="spellEnd"/>
            <w:r>
              <w:rPr>
                <w:lang w:val="uk-UA"/>
              </w:rPr>
              <w:t xml:space="preserve"> Вашої організації</w:t>
            </w:r>
          </w:p>
        </w:tc>
        <w:tc>
          <w:tcPr>
            <w:tcW w:w="6733" w:type="dxa"/>
          </w:tcPr>
          <w:p w14:paraId="45316654" w14:textId="77777777" w:rsidR="00CA06ED" w:rsidRPr="00C64BF3" w:rsidRDefault="00CA06ED" w:rsidP="00CA06ED">
            <w:pPr>
              <w:rPr>
                <w:lang w:val="ru-RU"/>
              </w:rPr>
            </w:pPr>
          </w:p>
        </w:tc>
      </w:tr>
      <w:tr w:rsidR="0072094B" w:rsidRPr="00C64BF3" w14:paraId="29FB147C" w14:textId="77777777" w:rsidTr="00F1248C">
        <w:tc>
          <w:tcPr>
            <w:tcW w:w="439" w:type="dxa"/>
            <w:shd w:val="clear" w:color="auto" w:fill="F2DBDB" w:themeFill="accent2" w:themeFillTint="33"/>
          </w:tcPr>
          <w:p w14:paraId="21796A70" w14:textId="77777777" w:rsidR="0072094B" w:rsidRDefault="00BC2833" w:rsidP="0072094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49F50F8C" w14:textId="0E376219" w:rsidR="00335CA8" w:rsidRPr="00C64BF3" w:rsidRDefault="003E6608" w:rsidP="0072094B">
            <w:pPr>
              <w:rPr>
                <w:lang w:val="ru-RU"/>
              </w:rPr>
            </w:pPr>
            <w:r>
              <w:rPr>
                <w:lang w:val="uk-UA"/>
              </w:rPr>
              <w:t>Чи є у Вас інструкції, політики та процедури з фінансового менеджменту, закупівель</w:t>
            </w:r>
            <w:r w:rsidR="0072094B" w:rsidRPr="00C64BF3">
              <w:rPr>
                <w:lang w:val="ru-RU"/>
              </w:rPr>
              <w:t xml:space="preserve">, </w:t>
            </w:r>
            <w:r>
              <w:rPr>
                <w:lang w:val="uk-UA"/>
              </w:rPr>
              <w:t>управління кадровими ресурсами? Чи всі вони застосовуються на практиці</w:t>
            </w:r>
            <w:r w:rsidR="00335CA8" w:rsidRPr="00C64BF3">
              <w:rPr>
                <w:lang w:val="ru-RU"/>
              </w:rPr>
              <w:t xml:space="preserve">? </w:t>
            </w:r>
            <w:r w:rsidR="00C64BF3">
              <w:rPr>
                <w:lang w:val="uk-UA"/>
              </w:rPr>
              <w:t xml:space="preserve">Будь </w:t>
            </w:r>
            <w:r>
              <w:rPr>
                <w:lang w:val="uk-UA"/>
              </w:rPr>
              <w:t>ласка, стисло опишіть їх</w:t>
            </w:r>
            <w:r w:rsidR="00335CA8" w:rsidRPr="00C64BF3">
              <w:rPr>
                <w:lang w:val="ru-RU"/>
              </w:rPr>
              <w:t>.</w:t>
            </w:r>
          </w:p>
        </w:tc>
        <w:tc>
          <w:tcPr>
            <w:tcW w:w="6733" w:type="dxa"/>
          </w:tcPr>
          <w:p w14:paraId="596244ED" w14:textId="77777777" w:rsidR="0072094B" w:rsidRPr="00C64BF3" w:rsidRDefault="0072094B" w:rsidP="0072094B">
            <w:pPr>
              <w:rPr>
                <w:lang w:val="ru-RU"/>
              </w:rPr>
            </w:pPr>
          </w:p>
        </w:tc>
      </w:tr>
      <w:tr w:rsidR="0072094B" w:rsidRPr="00C64BF3" w14:paraId="01E21E2F" w14:textId="77777777" w:rsidTr="00F1248C">
        <w:tc>
          <w:tcPr>
            <w:tcW w:w="439" w:type="dxa"/>
            <w:shd w:val="clear" w:color="auto" w:fill="F2DBDB" w:themeFill="accent2" w:themeFillTint="33"/>
          </w:tcPr>
          <w:p w14:paraId="204DB177" w14:textId="77777777" w:rsidR="0072094B" w:rsidRDefault="00BC2833" w:rsidP="0072094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5F9DE298" w14:textId="7712258C" w:rsidR="00335CA8" w:rsidRPr="00C64BF3" w:rsidRDefault="003E6608" w:rsidP="0072094B">
            <w:pPr>
              <w:rPr>
                <w:lang w:val="ru-RU"/>
              </w:rPr>
            </w:pPr>
            <w:r>
              <w:rPr>
                <w:lang w:val="uk-UA"/>
              </w:rPr>
              <w:t>Чи враховуєте Ви гендерн</w:t>
            </w:r>
            <w:r w:rsidR="00C64BF3">
              <w:rPr>
                <w:lang w:val="uk-UA"/>
              </w:rPr>
              <w:t>е</w:t>
            </w:r>
            <w:r>
              <w:rPr>
                <w:lang w:val="uk-UA"/>
              </w:rPr>
              <w:t xml:space="preserve"> </w:t>
            </w:r>
            <w:r w:rsidR="00C64BF3">
              <w:rPr>
                <w:lang w:val="uk-UA"/>
              </w:rPr>
              <w:t>співвідношення</w:t>
            </w:r>
            <w:r>
              <w:rPr>
                <w:lang w:val="uk-UA"/>
              </w:rPr>
              <w:t xml:space="preserve"> у Вашій роботі</w:t>
            </w:r>
            <w:r w:rsidR="0072094B" w:rsidRPr="00C64BF3">
              <w:rPr>
                <w:lang w:val="ru-RU"/>
              </w:rPr>
              <w:t xml:space="preserve">? </w:t>
            </w:r>
            <w:r>
              <w:rPr>
                <w:lang w:val="uk-UA"/>
              </w:rPr>
              <w:t>Як саме?</w:t>
            </w:r>
          </w:p>
        </w:tc>
        <w:tc>
          <w:tcPr>
            <w:tcW w:w="6733" w:type="dxa"/>
          </w:tcPr>
          <w:p w14:paraId="470ABC2E" w14:textId="77777777" w:rsidR="0072094B" w:rsidRPr="00C64BF3" w:rsidRDefault="0072094B" w:rsidP="0072094B">
            <w:pPr>
              <w:rPr>
                <w:lang w:val="ru-RU"/>
              </w:rPr>
            </w:pPr>
          </w:p>
        </w:tc>
      </w:tr>
      <w:tr w:rsidR="0072094B" w:rsidRPr="00C64BF3" w14:paraId="2E5C4DF0" w14:textId="77777777" w:rsidTr="00F1248C">
        <w:tc>
          <w:tcPr>
            <w:tcW w:w="9985" w:type="dxa"/>
            <w:gridSpan w:val="3"/>
            <w:shd w:val="clear" w:color="auto" w:fill="D9D9D9" w:themeFill="background1" w:themeFillShade="D9"/>
          </w:tcPr>
          <w:p w14:paraId="5AACB303" w14:textId="77777777" w:rsidR="0072094B" w:rsidRPr="00C64BF3" w:rsidRDefault="0072094B" w:rsidP="0072094B">
            <w:pPr>
              <w:jc w:val="center"/>
              <w:rPr>
                <w:lang w:val="ru-RU"/>
              </w:rPr>
            </w:pPr>
          </w:p>
        </w:tc>
      </w:tr>
      <w:tr w:rsidR="0072094B" w:rsidRPr="00C64BF3" w14:paraId="467A76BB" w14:textId="77777777" w:rsidTr="00E06105">
        <w:trPr>
          <w:trHeight w:val="1362"/>
        </w:trPr>
        <w:tc>
          <w:tcPr>
            <w:tcW w:w="439" w:type="dxa"/>
            <w:shd w:val="clear" w:color="auto" w:fill="F2DBDB" w:themeFill="accent2" w:themeFillTint="33"/>
          </w:tcPr>
          <w:p w14:paraId="2626C47C" w14:textId="77777777" w:rsidR="0072094B" w:rsidRPr="006B3093" w:rsidRDefault="00BC2833" w:rsidP="0072094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813" w:type="dxa"/>
            <w:shd w:val="clear" w:color="auto" w:fill="F2DBDB" w:themeFill="accent2" w:themeFillTint="33"/>
          </w:tcPr>
          <w:p w14:paraId="384C89C9" w14:textId="16BA9843" w:rsidR="0072094B" w:rsidRPr="00C64BF3" w:rsidRDefault="003E6608" w:rsidP="00335CA8">
            <w:pPr>
              <w:rPr>
                <w:lang w:val="ru-RU"/>
              </w:rPr>
            </w:pPr>
            <w:r>
              <w:rPr>
                <w:lang w:val="uk-UA"/>
              </w:rPr>
              <w:t>Опишіть 3 реалізовані Вами проекти, які найкраще демонструють компетентність Вашої організації в основних сферах та темах ВЗ</w:t>
            </w:r>
            <w:r w:rsidR="00335CA8" w:rsidRPr="00C64BF3">
              <w:rPr>
                <w:lang w:val="ru-RU"/>
              </w:rPr>
              <w:t>.</w:t>
            </w:r>
          </w:p>
        </w:tc>
        <w:tc>
          <w:tcPr>
            <w:tcW w:w="6733" w:type="dxa"/>
          </w:tcPr>
          <w:p w14:paraId="6B4EBB75" w14:textId="77777777" w:rsidR="0072094B" w:rsidRPr="00C64BF3" w:rsidRDefault="0072094B" w:rsidP="0072094B">
            <w:pPr>
              <w:ind w:left="1216" w:hanging="1216"/>
              <w:rPr>
                <w:lang w:val="ru-RU"/>
              </w:rPr>
            </w:pPr>
          </w:p>
        </w:tc>
      </w:tr>
      <w:tr w:rsidR="0072094B" w:rsidRPr="00ED14A3" w14:paraId="6A078D13" w14:textId="77777777" w:rsidTr="00F1248C">
        <w:tc>
          <w:tcPr>
            <w:tcW w:w="439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6329CE41" w14:textId="77777777" w:rsidR="0072094B" w:rsidRPr="006B3093" w:rsidRDefault="00BC2833" w:rsidP="0072094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55DA8A26" w14:textId="42589CCA" w:rsidR="0072094B" w:rsidRPr="006B3093" w:rsidRDefault="003E6608" w:rsidP="00335CA8">
            <w:pPr>
              <w:rPr>
                <w:lang w:val="en-US"/>
              </w:rPr>
            </w:pPr>
            <w:r>
              <w:rPr>
                <w:lang w:val="uk-UA"/>
              </w:rPr>
              <w:t>Що відрізняє Вашу ГО від інших організацій, які працюють у сфері децентралізації та залучення громадян</w:t>
            </w:r>
            <w:r w:rsidR="0072094B" w:rsidRPr="006B3093">
              <w:rPr>
                <w:lang w:val="en-US"/>
              </w:rPr>
              <w:t>?</w:t>
            </w:r>
          </w:p>
        </w:tc>
        <w:tc>
          <w:tcPr>
            <w:tcW w:w="6733" w:type="dxa"/>
            <w:tcBorders>
              <w:bottom w:val="single" w:sz="4" w:space="0" w:color="auto"/>
            </w:tcBorders>
          </w:tcPr>
          <w:p w14:paraId="3BF2BB48" w14:textId="77777777" w:rsidR="0072094B" w:rsidRPr="006B3093" w:rsidRDefault="0072094B" w:rsidP="0072094B">
            <w:pPr>
              <w:rPr>
                <w:lang w:val="en-US"/>
              </w:rPr>
            </w:pPr>
            <w:r>
              <w:rPr>
                <w:lang w:val="en-US"/>
              </w:rPr>
              <w:t>.</w:t>
            </w:r>
          </w:p>
        </w:tc>
      </w:tr>
      <w:tr w:rsidR="0072094B" w:rsidRPr="00ED14A3" w14:paraId="4CD38CBA" w14:textId="77777777" w:rsidTr="00F1248C">
        <w:tc>
          <w:tcPr>
            <w:tcW w:w="9985" w:type="dxa"/>
            <w:gridSpan w:val="3"/>
            <w:shd w:val="clear" w:color="auto" w:fill="D9D9D9" w:themeFill="background1" w:themeFillShade="D9"/>
          </w:tcPr>
          <w:p w14:paraId="3EBBFC87" w14:textId="77777777" w:rsidR="00335CA8" w:rsidRPr="006B3093" w:rsidRDefault="00335CA8" w:rsidP="0072094B">
            <w:pPr>
              <w:jc w:val="center"/>
              <w:rPr>
                <w:lang w:val="en-US"/>
              </w:rPr>
            </w:pPr>
          </w:p>
        </w:tc>
      </w:tr>
      <w:tr w:rsidR="0072094B" w:rsidRPr="00C64BF3" w14:paraId="0F987046" w14:textId="77777777" w:rsidTr="00F1248C">
        <w:tc>
          <w:tcPr>
            <w:tcW w:w="439" w:type="dxa"/>
            <w:shd w:val="clear" w:color="auto" w:fill="F2DBDB" w:themeFill="accent2" w:themeFillTint="33"/>
          </w:tcPr>
          <w:p w14:paraId="6ACA928F" w14:textId="77777777" w:rsidR="0072094B" w:rsidRPr="006B3093" w:rsidRDefault="00BC2833" w:rsidP="0072094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9546" w:type="dxa"/>
            <w:gridSpan w:val="2"/>
            <w:shd w:val="clear" w:color="auto" w:fill="F2DBDB" w:themeFill="accent2" w:themeFillTint="33"/>
          </w:tcPr>
          <w:p w14:paraId="6715A978" w14:textId="1920C1B3" w:rsidR="0072094B" w:rsidRPr="00C64BF3" w:rsidRDefault="00BB4D2C" w:rsidP="0072094B">
            <w:pPr>
              <w:rPr>
                <w:lang w:val="ru-RU"/>
              </w:rPr>
            </w:pPr>
            <w:r>
              <w:rPr>
                <w:lang w:val="uk-UA"/>
              </w:rPr>
              <w:t xml:space="preserve">Будь </w:t>
            </w:r>
            <w:r w:rsidR="003E6608">
              <w:rPr>
                <w:lang w:val="uk-UA"/>
              </w:rPr>
              <w:t>ласка, зазначте детальніше, як Ви плануєте розпочати діалог з цільовою аудиторією (наприклад, з мешканцями громад, місцевими органами влади тощо</w:t>
            </w:r>
            <w:r w:rsidR="0072094B" w:rsidRPr="00C64BF3">
              <w:rPr>
                <w:lang w:val="ru-RU"/>
              </w:rPr>
              <w:t xml:space="preserve">). </w:t>
            </w:r>
            <w:r w:rsidR="003E6608">
              <w:rPr>
                <w:lang w:val="uk-UA"/>
              </w:rPr>
              <w:t>Яку роль вони можуть відігравати</w:t>
            </w:r>
            <w:r w:rsidR="0072094B" w:rsidRPr="00C64BF3">
              <w:rPr>
                <w:lang w:val="ru-RU"/>
              </w:rPr>
              <w:t xml:space="preserve">? </w:t>
            </w:r>
            <w:r w:rsidR="003E6608">
              <w:rPr>
                <w:lang w:val="uk-UA"/>
              </w:rPr>
              <w:t>Якими є Ваші теперішні стосунки з цими суб</w:t>
            </w:r>
            <w:r w:rsidR="003E6608" w:rsidRPr="00C64BF3">
              <w:rPr>
                <w:lang w:val="ru-RU"/>
              </w:rPr>
              <w:t>’</w:t>
            </w:r>
            <w:r w:rsidR="003E6608">
              <w:rPr>
                <w:lang w:val="uk-UA"/>
              </w:rPr>
              <w:t>єктами</w:t>
            </w:r>
            <w:r w:rsidR="0072094B" w:rsidRPr="00C64BF3">
              <w:rPr>
                <w:lang w:val="ru-RU"/>
              </w:rPr>
              <w:t xml:space="preserve">? </w:t>
            </w:r>
            <w:r w:rsidR="003E6608">
              <w:rPr>
                <w:lang w:val="uk-UA"/>
              </w:rPr>
              <w:t xml:space="preserve">Чи існують </w:t>
            </w:r>
            <w:r w:rsidR="008A517F">
              <w:rPr>
                <w:lang w:val="uk-UA"/>
              </w:rPr>
              <w:t>будь-як</w:t>
            </w:r>
            <w:r>
              <w:rPr>
                <w:lang w:val="uk-UA"/>
              </w:rPr>
              <w:t>і проблеми у цьому питанні, і</w:t>
            </w:r>
            <w:r w:rsidR="008A517F">
              <w:rPr>
                <w:lang w:val="uk-UA"/>
              </w:rPr>
              <w:t xml:space="preserve"> як саме Ви </w:t>
            </w:r>
            <w:r>
              <w:rPr>
                <w:lang w:val="uk-UA"/>
              </w:rPr>
              <w:t>плануєте</w:t>
            </w:r>
            <w:r w:rsidR="008A517F">
              <w:rPr>
                <w:lang w:val="uk-UA"/>
              </w:rPr>
              <w:t xml:space="preserve"> їх подолати</w:t>
            </w:r>
            <w:r w:rsidR="0072094B" w:rsidRPr="00C64BF3">
              <w:rPr>
                <w:lang w:val="ru-RU"/>
              </w:rPr>
              <w:t>?</w:t>
            </w:r>
          </w:p>
          <w:p w14:paraId="45134705" w14:textId="77777777" w:rsidR="0072094B" w:rsidRPr="00C64BF3" w:rsidRDefault="0072094B" w:rsidP="0072094B">
            <w:pPr>
              <w:rPr>
                <w:lang w:val="ru-RU"/>
              </w:rPr>
            </w:pPr>
          </w:p>
        </w:tc>
      </w:tr>
      <w:tr w:rsidR="0072094B" w:rsidRPr="006B3093" w14:paraId="58A07A0C" w14:textId="77777777" w:rsidTr="00464B1C">
        <w:tc>
          <w:tcPr>
            <w:tcW w:w="439" w:type="dxa"/>
          </w:tcPr>
          <w:p w14:paraId="6617DEA8" w14:textId="77777777" w:rsidR="0072094B" w:rsidRPr="00C64BF3" w:rsidRDefault="0072094B" w:rsidP="0072094B">
            <w:pPr>
              <w:jc w:val="center"/>
              <w:rPr>
                <w:lang w:val="ru-RU"/>
              </w:rPr>
            </w:pPr>
          </w:p>
        </w:tc>
        <w:tc>
          <w:tcPr>
            <w:tcW w:w="9546" w:type="dxa"/>
            <w:gridSpan w:val="2"/>
          </w:tcPr>
          <w:p w14:paraId="08770250" w14:textId="0F80F1B9" w:rsidR="0072094B" w:rsidRPr="00817A62" w:rsidRDefault="0087635F" w:rsidP="0072094B">
            <w:pPr>
              <w:rPr>
                <w:lang w:val="uk-UA"/>
              </w:rPr>
            </w:pPr>
            <w:r>
              <w:rPr>
                <w:lang w:val="uk-UA"/>
              </w:rPr>
              <w:t>Не більше 1 сторінки</w:t>
            </w:r>
          </w:p>
        </w:tc>
      </w:tr>
      <w:tr w:rsidR="008A28DE" w:rsidRPr="00C64BF3" w14:paraId="36980866" w14:textId="77777777" w:rsidTr="00611140">
        <w:tc>
          <w:tcPr>
            <w:tcW w:w="439" w:type="dxa"/>
            <w:shd w:val="clear" w:color="auto" w:fill="F2DBDB" w:themeFill="accent2" w:themeFillTint="33"/>
          </w:tcPr>
          <w:p w14:paraId="1F770709" w14:textId="77777777" w:rsidR="008A28DE" w:rsidRPr="006B3093" w:rsidRDefault="00BC2833" w:rsidP="008A28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9546" w:type="dxa"/>
            <w:gridSpan w:val="2"/>
            <w:shd w:val="clear" w:color="auto" w:fill="F2DBDB" w:themeFill="accent2" w:themeFillTint="33"/>
          </w:tcPr>
          <w:p w14:paraId="3455B498" w14:textId="32ED9262" w:rsidR="008A28DE" w:rsidRPr="00C64BF3" w:rsidRDefault="008A517F" w:rsidP="008A28DE">
            <w:pPr>
              <w:rPr>
                <w:lang w:val="ru-RU"/>
              </w:rPr>
            </w:pPr>
            <w:r>
              <w:rPr>
                <w:lang w:val="uk-UA"/>
              </w:rPr>
              <w:t>Опишіть детальніше Вашу спроможність до реалізації проекту</w:t>
            </w:r>
            <w:r w:rsidR="008A28DE" w:rsidRPr="00C64BF3">
              <w:rPr>
                <w:lang w:val="ru-RU"/>
              </w:rPr>
              <w:t xml:space="preserve">. </w:t>
            </w:r>
            <w:r>
              <w:rPr>
                <w:lang w:val="uk-UA"/>
              </w:rPr>
              <w:t>Цей опис повинен містити перелік наявних ресурсів, а також визначати, чого саме Вам може бракувати</w:t>
            </w:r>
            <w:r w:rsidR="008A28DE" w:rsidRPr="00C64BF3">
              <w:rPr>
                <w:lang w:val="ru-RU"/>
              </w:rPr>
              <w:t xml:space="preserve">. </w:t>
            </w:r>
            <w:r>
              <w:rPr>
                <w:lang w:val="uk-UA"/>
              </w:rPr>
              <w:t xml:space="preserve">Також </w:t>
            </w:r>
            <w:r w:rsidR="00BB4D2C">
              <w:rPr>
                <w:lang w:val="uk-UA"/>
              </w:rPr>
              <w:t xml:space="preserve">поясніть, будь </w:t>
            </w:r>
            <w:r>
              <w:rPr>
                <w:lang w:val="uk-UA"/>
              </w:rPr>
              <w:t>ласка, яким чином Ви збираєтеся</w:t>
            </w:r>
            <w:r w:rsidR="00034182">
              <w:rPr>
                <w:lang w:val="uk-UA"/>
              </w:rPr>
              <w:t xml:space="preserve"> здійснювати моніторинг та оцінку</w:t>
            </w:r>
            <w:r>
              <w:rPr>
                <w:lang w:val="uk-UA"/>
              </w:rPr>
              <w:t xml:space="preserve"> реалізації проекту</w:t>
            </w:r>
            <w:r w:rsidR="008A28DE" w:rsidRPr="00C64BF3">
              <w:rPr>
                <w:lang w:val="ru-RU"/>
              </w:rPr>
              <w:t>.</w:t>
            </w:r>
          </w:p>
          <w:p w14:paraId="6876F4BE" w14:textId="77777777" w:rsidR="008A28DE" w:rsidRPr="00C64BF3" w:rsidRDefault="008A28DE" w:rsidP="008A28DE">
            <w:pPr>
              <w:rPr>
                <w:lang w:val="ru-RU"/>
              </w:rPr>
            </w:pPr>
          </w:p>
        </w:tc>
      </w:tr>
      <w:tr w:rsidR="008A28DE" w:rsidRPr="006B3093" w14:paraId="67DCABF8" w14:textId="77777777" w:rsidTr="00464B1C">
        <w:tc>
          <w:tcPr>
            <w:tcW w:w="439" w:type="dxa"/>
          </w:tcPr>
          <w:p w14:paraId="0186EFB3" w14:textId="77777777" w:rsidR="008A28DE" w:rsidRPr="00C64BF3" w:rsidRDefault="008A28DE" w:rsidP="008A28DE">
            <w:pPr>
              <w:jc w:val="center"/>
              <w:rPr>
                <w:lang w:val="ru-RU"/>
              </w:rPr>
            </w:pPr>
          </w:p>
        </w:tc>
        <w:tc>
          <w:tcPr>
            <w:tcW w:w="9546" w:type="dxa"/>
            <w:gridSpan w:val="2"/>
          </w:tcPr>
          <w:p w14:paraId="77EA055D" w14:textId="60C600E0" w:rsidR="0087635F" w:rsidRPr="00817A62" w:rsidRDefault="0087635F" w:rsidP="0087635F">
            <w:pPr>
              <w:rPr>
                <w:lang w:val="uk-UA"/>
              </w:rPr>
            </w:pPr>
            <w:r>
              <w:rPr>
                <w:lang w:val="uk-UA"/>
              </w:rPr>
              <w:t>Не більше 1 сторінки</w:t>
            </w:r>
          </w:p>
        </w:tc>
      </w:tr>
    </w:tbl>
    <w:p w14:paraId="17BE2FF9" w14:textId="77777777" w:rsidR="00A77EEC" w:rsidRPr="00817A62" w:rsidRDefault="00A77EEC" w:rsidP="00A77EEC">
      <w:pPr>
        <w:rPr>
          <w:rStyle w:val="a9"/>
          <w:lang w:val="uk-UA"/>
        </w:rPr>
      </w:pPr>
    </w:p>
    <w:sectPr w:rsidR="00A77EEC" w:rsidRPr="00817A62" w:rsidSect="00165E31">
      <w:headerReference w:type="default" r:id="rId10"/>
      <w:footerReference w:type="default" r:id="rId11"/>
      <w:pgSz w:w="11906" w:h="16838" w:code="9"/>
      <w:pgMar w:top="1418" w:right="1418" w:bottom="1276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633FD" w14:textId="77777777" w:rsidR="00E4623A" w:rsidRDefault="00E4623A" w:rsidP="00A637D0">
      <w:r>
        <w:separator/>
      </w:r>
    </w:p>
  </w:endnote>
  <w:endnote w:type="continuationSeparator" w:id="0">
    <w:p w14:paraId="40E9266D" w14:textId="77777777" w:rsidR="00E4623A" w:rsidRDefault="00E4623A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17424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B5A02C2" w14:textId="1C55BD41" w:rsidR="003E6608" w:rsidRDefault="003E6608">
        <w:pPr>
          <w:pStyle w:val="a5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7A62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7288919" w14:textId="77777777" w:rsidR="003E6608" w:rsidRDefault="003E66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1315B" w14:textId="77777777" w:rsidR="00E4623A" w:rsidRDefault="00E4623A" w:rsidP="00A637D0">
      <w:r>
        <w:separator/>
      </w:r>
    </w:p>
  </w:footnote>
  <w:footnote w:type="continuationSeparator" w:id="0">
    <w:p w14:paraId="062B1292" w14:textId="77777777" w:rsidR="00E4623A" w:rsidRDefault="00E4623A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344"/>
      <w:gridCol w:w="2726"/>
    </w:tblGrid>
    <w:tr w:rsidR="003E6608" w14:paraId="70982862" w14:textId="77777777" w:rsidTr="00625191">
      <w:tc>
        <w:tcPr>
          <w:tcW w:w="3497" w:type="pct"/>
        </w:tcPr>
        <w:p w14:paraId="641EF2CC" w14:textId="77777777" w:rsidR="003E6608" w:rsidRPr="003F6EC9" w:rsidRDefault="003E6608" w:rsidP="00625191">
          <w:pPr>
            <w:pStyle w:val="a3"/>
            <w:tabs>
              <w:tab w:val="clear" w:pos="4536"/>
              <w:tab w:val="clear" w:pos="9072"/>
              <w:tab w:val="right" w:pos="9356"/>
            </w:tabs>
            <w:spacing w:before="720"/>
            <w:rPr>
              <w:sz w:val="22"/>
              <w:szCs w:val="22"/>
            </w:rPr>
          </w:pPr>
        </w:p>
      </w:tc>
      <w:tc>
        <w:tcPr>
          <w:tcW w:w="1503" w:type="pct"/>
        </w:tcPr>
        <w:p w14:paraId="125561DD" w14:textId="5729EED3" w:rsidR="003E6608" w:rsidRDefault="003E6608" w:rsidP="004F703A">
          <w:pPr>
            <w:pStyle w:val="a3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  <w:r>
            <w:rPr>
              <w:noProof/>
              <w:lang w:val="uk-UA" w:eastAsia="uk-UA"/>
            </w:rPr>
            <w:drawing>
              <wp:inline distT="0" distB="0" distL="0" distR="0" wp14:anchorId="7EBBEF3D" wp14:editId="0AD5E828">
                <wp:extent cx="2094865" cy="873125"/>
                <wp:effectExtent l="0" t="0" r="635" b="3175"/>
                <wp:docPr id="39" name="Grafi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" name="Grafik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4865" cy="873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8523449" w14:textId="77777777" w:rsidR="003E6608" w:rsidRPr="00165E31" w:rsidRDefault="003E6608" w:rsidP="00335C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D65EC"/>
    <w:multiLevelType w:val="hybridMultilevel"/>
    <w:tmpl w:val="A47EE4EE"/>
    <w:lvl w:ilvl="0" w:tplc="4216C7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94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369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ED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C2B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1097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B44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B8CC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36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AF50043"/>
    <w:multiLevelType w:val="hybridMultilevel"/>
    <w:tmpl w:val="B0F0675E"/>
    <w:lvl w:ilvl="0" w:tplc="94C4A2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C528AE"/>
    <w:multiLevelType w:val="hybridMultilevel"/>
    <w:tmpl w:val="92AA1F2C"/>
    <w:lvl w:ilvl="0" w:tplc="5FB0538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CA4B3E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2" w:tplc="E79ABD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18EFC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C6AFC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3258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8485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FAE0B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B0D4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0CAB2332"/>
    <w:multiLevelType w:val="hybridMultilevel"/>
    <w:tmpl w:val="BFB2BC5A"/>
    <w:lvl w:ilvl="0" w:tplc="6930F3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72C1A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6ADFE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A896B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4854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10367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AA9AC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6E0A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CA0C1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1026425A"/>
    <w:multiLevelType w:val="hybridMultilevel"/>
    <w:tmpl w:val="8110B694"/>
    <w:lvl w:ilvl="0" w:tplc="8CC4A194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BC6166"/>
    <w:multiLevelType w:val="hybridMultilevel"/>
    <w:tmpl w:val="83388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000761"/>
    <w:multiLevelType w:val="hybridMultilevel"/>
    <w:tmpl w:val="A5285828"/>
    <w:lvl w:ilvl="0" w:tplc="6B88A13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F43DBF"/>
    <w:multiLevelType w:val="hybridMultilevel"/>
    <w:tmpl w:val="D1986750"/>
    <w:lvl w:ilvl="0" w:tplc="2DC2DEB8">
      <w:start w:val="6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FE0264"/>
    <w:multiLevelType w:val="hybridMultilevel"/>
    <w:tmpl w:val="C22EF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586D5D"/>
    <w:multiLevelType w:val="hybridMultilevel"/>
    <w:tmpl w:val="BE1E0028"/>
    <w:lvl w:ilvl="0" w:tplc="8CC4A194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645F74"/>
    <w:multiLevelType w:val="hybridMultilevel"/>
    <w:tmpl w:val="7C7AEFFA"/>
    <w:lvl w:ilvl="0" w:tplc="8CC4A194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  <w:num w:numId="15">
    <w:abstractNumId w:val="18"/>
  </w:num>
  <w:num w:numId="16">
    <w:abstractNumId w:val="16"/>
  </w:num>
  <w:num w:numId="17">
    <w:abstractNumId w:val="15"/>
  </w:num>
  <w:num w:numId="18">
    <w:abstractNumId w:val="17"/>
  </w:num>
  <w:num w:numId="19">
    <w:abstractNumId w:val="20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doNotDisplayPageBoundarie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28"/>
    <w:rsid w:val="000000AF"/>
    <w:rsid w:val="000136D4"/>
    <w:rsid w:val="000157E1"/>
    <w:rsid w:val="00016462"/>
    <w:rsid w:val="00034182"/>
    <w:rsid w:val="00054E28"/>
    <w:rsid w:val="00064F7B"/>
    <w:rsid w:val="000721C2"/>
    <w:rsid w:val="00076CE5"/>
    <w:rsid w:val="00082308"/>
    <w:rsid w:val="00093E62"/>
    <w:rsid w:val="000A070F"/>
    <w:rsid w:val="000A5C66"/>
    <w:rsid w:val="000B1936"/>
    <w:rsid w:val="000C3F2A"/>
    <w:rsid w:val="000C55EA"/>
    <w:rsid w:val="000D4347"/>
    <w:rsid w:val="000D5DC6"/>
    <w:rsid w:val="000F1C7E"/>
    <w:rsid w:val="000F38A4"/>
    <w:rsid w:val="000F4B53"/>
    <w:rsid w:val="000F5045"/>
    <w:rsid w:val="000F6D3D"/>
    <w:rsid w:val="0010535C"/>
    <w:rsid w:val="001130BA"/>
    <w:rsid w:val="00115C52"/>
    <w:rsid w:val="001351BF"/>
    <w:rsid w:val="0014374E"/>
    <w:rsid w:val="00146107"/>
    <w:rsid w:val="00151624"/>
    <w:rsid w:val="0015482D"/>
    <w:rsid w:val="00165E31"/>
    <w:rsid w:val="00166F21"/>
    <w:rsid w:val="00190868"/>
    <w:rsid w:val="001A0600"/>
    <w:rsid w:val="001A22C5"/>
    <w:rsid w:val="001C07C7"/>
    <w:rsid w:val="001D4F70"/>
    <w:rsid w:val="001E1B33"/>
    <w:rsid w:val="00205815"/>
    <w:rsid w:val="002059D7"/>
    <w:rsid w:val="0020734B"/>
    <w:rsid w:val="00212F55"/>
    <w:rsid w:val="00246F39"/>
    <w:rsid w:val="002532B6"/>
    <w:rsid w:val="002643D7"/>
    <w:rsid w:val="002732CC"/>
    <w:rsid w:val="00282B82"/>
    <w:rsid w:val="00294CD2"/>
    <w:rsid w:val="00297592"/>
    <w:rsid w:val="002A4124"/>
    <w:rsid w:val="002A75A9"/>
    <w:rsid w:val="002C27DA"/>
    <w:rsid w:val="002C318A"/>
    <w:rsid w:val="002C45DB"/>
    <w:rsid w:val="002C4E34"/>
    <w:rsid w:val="002C6756"/>
    <w:rsid w:val="002D6DF2"/>
    <w:rsid w:val="002E7F90"/>
    <w:rsid w:val="003306FA"/>
    <w:rsid w:val="003313D2"/>
    <w:rsid w:val="00333EFE"/>
    <w:rsid w:val="003353D2"/>
    <w:rsid w:val="00335CA8"/>
    <w:rsid w:val="00337DA1"/>
    <w:rsid w:val="0034633E"/>
    <w:rsid w:val="003506C2"/>
    <w:rsid w:val="00352252"/>
    <w:rsid w:val="003568E9"/>
    <w:rsid w:val="00364663"/>
    <w:rsid w:val="003646DF"/>
    <w:rsid w:val="00373BEE"/>
    <w:rsid w:val="003830DD"/>
    <w:rsid w:val="003A0DCB"/>
    <w:rsid w:val="003C1DC2"/>
    <w:rsid w:val="003D2CB1"/>
    <w:rsid w:val="003D5A49"/>
    <w:rsid w:val="003E6608"/>
    <w:rsid w:val="003E75EC"/>
    <w:rsid w:val="003F6EC9"/>
    <w:rsid w:val="0040013F"/>
    <w:rsid w:val="00403CD8"/>
    <w:rsid w:val="004056C1"/>
    <w:rsid w:val="004067EE"/>
    <w:rsid w:val="00416C15"/>
    <w:rsid w:val="00432184"/>
    <w:rsid w:val="00437543"/>
    <w:rsid w:val="004407E3"/>
    <w:rsid w:val="00453F9E"/>
    <w:rsid w:val="00454F25"/>
    <w:rsid w:val="00457A4F"/>
    <w:rsid w:val="00463EC1"/>
    <w:rsid w:val="00464B1C"/>
    <w:rsid w:val="00466305"/>
    <w:rsid w:val="004666E2"/>
    <w:rsid w:val="00483F49"/>
    <w:rsid w:val="00490D1B"/>
    <w:rsid w:val="0049307C"/>
    <w:rsid w:val="00497410"/>
    <w:rsid w:val="004A2E3B"/>
    <w:rsid w:val="004C28D7"/>
    <w:rsid w:val="004C7405"/>
    <w:rsid w:val="004C7F1F"/>
    <w:rsid w:val="004E11DA"/>
    <w:rsid w:val="004E4649"/>
    <w:rsid w:val="004E7E52"/>
    <w:rsid w:val="004F4C2D"/>
    <w:rsid w:val="004F703A"/>
    <w:rsid w:val="004F7E13"/>
    <w:rsid w:val="00502768"/>
    <w:rsid w:val="005069DD"/>
    <w:rsid w:val="00527B52"/>
    <w:rsid w:val="005325B6"/>
    <w:rsid w:val="00547308"/>
    <w:rsid w:val="00570B83"/>
    <w:rsid w:val="00573663"/>
    <w:rsid w:val="00596EAA"/>
    <w:rsid w:val="005A5975"/>
    <w:rsid w:val="005A7696"/>
    <w:rsid w:val="005B22CE"/>
    <w:rsid w:val="005C3787"/>
    <w:rsid w:val="005D4611"/>
    <w:rsid w:val="005D500F"/>
    <w:rsid w:val="005E1816"/>
    <w:rsid w:val="006060A5"/>
    <w:rsid w:val="00611140"/>
    <w:rsid w:val="006120D6"/>
    <w:rsid w:val="00613B92"/>
    <w:rsid w:val="006173C8"/>
    <w:rsid w:val="00624549"/>
    <w:rsid w:val="00625191"/>
    <w:rsid w:val="00637F1C"/>
    <w:rsid w:val="0065121A"/>
    <w:rsid w:val="00667110"/>
    <w:rsid w:val="006711B9"/>
    <w:rsid w:val="006B4CFF"/>
    <w:rsid w:val="006B68FA"/>
    <w:rsid w:val="006D120A"/>
    <w:rsid w:val="006D67F2"/>
    <w:rsid w:val="006E2C01"/>
    <w:rsid w:val="006E2E2F"/>
    <w:rsid w:val="006F643B"/>
    <w:rsid w:val="007067CA"/>
    <w:rsid w:val="00710B6D"/>
    <w:rsid w:val="00715238"/>
    <w:rsid w:val="0072094B"/>
    <w:rsid w:val="00722814"/>
    <w:rsid w:val="00722877"/>
    <w:rsid w:val="007308E1"/>
    <w:rsid w:val="00736067"/>
    <w:rsid w:val="00742B52"/>
    <w:rsid w:val="00747D54"/>
    <w:rsid w:val="00752AC5"/>
    <w:rsid w:val="007661F7"/>
    <w:rsid w:val="007720A0"/>
    <w:rsid w:val="007769F4"/>
    <w:rsid w:val="007869A4"/>
    <w:rsid w:val="00790398"/>
    <w:rsid w:val="007A195F"/>
    <w:rsid w:val="007A408C"/>
    <w:rsid w:val="007A428E"/>
    <w:rsid w:val="007A7560"/>
    <w:rsid w:val="007B14B5"/>
    <w:rsid w:val="007B222F"/>
    <w:rsid w:val="007B4833"/>
    <w:rsid w:val="007C6237"/>
    <w:rsid w:val="007D0C91"/>
    <w:rsid w:val="007D1279"/>
    <w:rsid w:val="007D626A"/>
    <w:rsid w:val="007E207A"/>
    <w:rsid w:val="007E3C23"/>
    <w:rsid w:val="007E54A5"/>
    <w:rsid w:val="007E599D"/>
    <w:rsid w:val="0080309B"/>
    <w:rsid w:val="008135C0"/>
    <w:rsid w:val="00817A62"/>
    <w:rsid w:val="00822384"/>
    <w:rsid w:val="00824179"/>
    <w:rsid w:val="0082611B"/>
    <w:rsid w:val="00835A13"/>
    <w:rsid w:val="0083679F"/>
    <w:rsid w:val="00837B65"/>
    <w:rsid w:val="00847F0B"/>
    <w:rsid w:val="00856722"/>
    <w:rsid w:val="00856CFA"/>
    <w:rsid w:val="00864EE3"/>
    <w:rsid w:val="00866164"/>
    <w:rsid w:val="00875D96"/>
    <w:rsid w:val="0087635F"/>
    <w:rsid w:val="00880B21"/>
    <w:rsid w:val="00881F06"/>
    <w:rsid w:val="00881F39"/>
    <w:rsid w:val="008925A5"/>
    <w:rsid w:val="008A28DE"/>
    <w:rsid w:val="008A4615"/>
    <w:rsid w:val="008A517F"/>
    <w:rsid w:val="008B28CE"/>
    <w:rsid w:val="008C00BE"/>
    <w:rsid w:val="008E1275"/>
    <w:rsid w:val="008E225E"/>
    <w:rsid w:val="00914BF0"/>
    <w:rsid w:val="00932371"/>
    <w:rsid w:val="00935CD0"/>
    <w:rsid w:val="00964E6A"/>
    <w:rsid w:val="00976CF6"/>
    <w:rsid w:val="00977DC6"/>
    <w:rsid w:val="00980A92"/>
    <w:rsid w:val="00992042"/>
    <w:rsid w:val="009965DC"/>
    <w:rsid w:val="009A13D5"/>
    <w:rsid w:val="009B0BA2"/>
    <w:rsid w:val="009D17D3"/>
    <w:rsid w:val="009D62F2"/>
    <w:rsid w:val="009E4E08"/>
    <w:rsid w:val="009E7E71"/>
    <w:rsid w:val="009F6610"/>
    <w:rsid w:val="00A065E6"/>
    <w:rsid w:val="00A1123C"/>
    <w:rsid w:val="00A13972"/>
    <w:rsid w:val="00A16B82"/>
    <w:rsid w:val="00A227DF"/>
    <w:rsid w:val="00A234E2"/>
    <w:rsid w:val="00A36057"/>
    <w:rsid w:val="00A40ED8"/>
    <w:rsid w:val="00A41B8C"/>
    <w:rsid w:val="00A41EA3"/>
    <w:rsid w:val="00A50942"/>
    <w:rsid w:val="00A60157"/>
    <w:rsid w:val="00A60338"/>
    <w:rsid w:val="00A637D0"/>
    <w:rsid w:val="00A713FA"/>
    <w:rsid w:val="00A77EEC"/>
    <w:rsid w:val="00A8128E"/>
    <w:rsid w:val="00A8369B"/>
    <w:rsid w:val="00A84D94"/>
    <w:rsid w:val="00A862C2"/>
    <w:rsid w:val="00A908D9"/>
    <w:rsid w:val="00A97A50"/>
    <w:rsid w:val="00AA0BB3"/>
    <w:rsid w:val="00AA1CB3"/>
    <w:rsid w:val="00AA30F7"/>
    <w:rsid w:val="00AA52C5"/>
    <w:rsid w:val="00AC0E75"/>
    <w:rsid w:val="00AC3523"/>
    <w:rsid w:val="00AD3947"/>
    <w:rsid w:val="00AE354F"/>
    <w:rsid w:val="00AE6941"/>
    <w:rsid w:val="00B0744E"/>
    <w:rsid w:val="00B10D4B"/>
    <w:rsid w:val="00B135B5"/>
    <w:rsid w:val="00B30F58"/>
    <w:rsid w:val="00B340B7"/>
    <w:rsid w:val="00B44A3E"/>
    <w:rsid w:val="00B469CC"/>
    <w:rsid w:val="00B609B4"/>
    <w:rsid w:val="00B625C9"/>
    <w:rsid w:val="00B80033"/>
    <w:rsid w:val="00B8313E"/>
    <w:rsid w:val="00B86CC5"/>
    <w:rsid w:val="00B94488"/>
    <w:rsid w:val="00B969D6"/>
    <w:rsid w:val="00B9721A"/>
    <w:rsid w:val="00BA06E5"/>
    <w:rsid w:val="00BA7C18"/>
    <w:rsid w:val="00BB3000"/>
    <w:rsid w:val="00BB4D2C"/>
    <w:rsid w:val="00BB78D7"/>
    <w:rsid w:val="00BC2833"/>
    <w:rsid w:val="00BD246C"/>
    <w:rsid w:val="00BE0B0C"/>
    <w:rsid w:val="00C012BA"/>
    <w:rsid w:val="00C032EB"/>
    <w:rsid w:val="00C07BA7"/>
    <w:rsid w:val="00C124BC"/>
    <w:rsid w:val="00C1422E"/>
    <w:rsid w:val="00C33501"/>
    <w:rsid w:val="00C64B30"/>
    <w:rsid w:val="00C64BF3"/>
    <w:rsid w:val="00C6737D"/>
    <w:rsid w:val="00C71E49"/>
    <w:rsid w:val="00C73973"/>
    <w:rsid w:val="00C76E1E"/>
    <w:rsid w:val="00C86C05"/>
    <w:rsid w:val="00C91A98"/>
    <w:rsid w:val="00C97ABB"/>
    <w:rsid w:val="00CA06ED"/>
    <w:rsid w:val="00CA6AFB"/>
    <w:rsid w:val="00CB42A2"/>
    <w:rsid w:val="00CD5D4D"/>
    <w:rsid w:val="00CE3044"/>
    <w:rsid w:val="00CE6E05"/>
    <w:rsid w:val="00CF07F6"/>
    <w:rsid w:val="00CF4A11"/>
    <w:rsid w:val="00CF7A69"/>
    <w:rsid w:val="00D0738E"/>
    <w:rsid w:val="00D2054F"/>
    <w:rsid w:val="00D24268"/>
    <w:rsid w:val="00D27375"/>
    <w:rsid w:val="00D27666"/>
    <w:rsid w:val="00D32D64"/>
    <w:rsid w:val="00D40567"/>
    <w:rsid w:val="00D549C8"/>
    <w:rsid w:val="00D5589E"/>
    <w:rsid w:val="00D55D45"/>
    <w:rsid w:val="00D74926"/>
    <w:rsid w:val="00D81D1F"/>
    <w:rsid w:val="00D82725"/>
    <w:rsid w:val="00D9366E"/>
    <w:rsid w:val="00DB2C37"/>
    <w:rsid w:val="00DB3BEF"/>
    <w:rsid w:val="00DC6D8E"/>
    <w:rsid w:val="00DD130B"/>
    <w:rsid w:val="00DD592E"/>
    <w:rsid w:val="00DE5378"/>
    <w:rsid w:val="00DE6D89"/>
    <w:rsid w:val="00DE7DCB"/>
    <w:rsid w:val="00DF6E8E"/>
    <w:rsid w:val="00E00A39"/>
    <w:rsid w:val="00E00A99"/>
    <w:rsid w:val="00E01429"/>
    <w:rsid w:val="00E05C50"/>
    <w:rsid w:val="00E06105"/>
    <w:rsid w:val="00E20060"/>
    <w:rsid w:val="00E25815"/>
    <w:rsid w:val="00E279D1"/>
    <w:rsid w:val="00E44B6F"/>
    <w:rsid w:val="00E4623A"/>
    <w:rsid w:val="00E46413"/>
    <w:rsid w:val="00E534D5"/>
    <w:rsid w:val="00E56E2E"/>
    <w:rsid w:val="00E62B79"/>
    <w:rsid w:val="00E67F30"/>
    <w:rsid w:val="00E71F01"/>
    <w:rsid w:val="00E72C56"/>
    <w:rsid w:val="00E80DBD"/>
    <w:rsid w:val="00E9115F"/>
    <w:rsid w:val="00ED14A3"/>
    <w:rsid w:val="00ED67E0"/>
    <w:rsid w:val="00EF3B16"/>
    <w:rsid w:val="00F00EA4"/>
    <w:rsid w:val="00F1248C"/>
    <w:rsid w:val="00F124C5"/>
    <w:rsid w:val="00F227E7"/>
    <w:rsid w:val="00F278AA"/>
    <w:rsid w:val="00F33F09"/>
    <w:rsid w:val="00F356D6"/>
    <w:rsid w:val="00F47AE2"/>
    <w:rsid w:val="00F75139"/>
    <w:rsid w:val="00F7522B"/>
    <w:rsid w:val="00F81050"/>
    <w:rsid w:val="00F90497"/>
    <w:rsid w:val="00FB07C2"/>
    <w:rsid w:val="00FD0CDF"/>
    <w:rsid w:val="00FE2205"/>
    <w:rsid w:val="00FF2032"/>
    <w:rsid w:val="00FF3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559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1. Überschrift"/>
    <w:basedOn w:val="a"/>
    <w:next w:val="a"/>
    <w:link w:val="10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aliases w:val="2. Überschrift"/>
    <w:basedOn w:val="a"/>
    <w:next w:val="a"/>
    <w:link w:val="20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3">
    <w:name w:val="heading 3"/>
    <w:aliases w:val="3. Überschrift"/>
    <w:basedOn w:val="a"/>
    <w:next w:val="a"/>
    <w:link w:val="30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637D0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637D0"/>
  </w:style>
  <w:style w:type="paragraph" w:styleId="a5">
    <w:name w:val="footer"/>
    <w:basedOn w:val="a"/>
    <w:link w:val="a6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E6D89"/>
  </w:style>
  <w:style w:type="paragraph" w:styleId="a7">
    <w:name w:val="Balloon Text"/>
    <w:basedOn w:val="a"/>
    <w:link w:val="a8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a9">
    <w:name w:val="page number"/>
    <w:basedOn w:val="a0"/>
    <w:semiHidden/>
    <w:unhideWhenUsed/>
    <w:rsid w:val="00A637D0"/>
  </w:style>
  <w:style w:type="character" w:customStyle="1" w:styleId="20">
    <w:name w:val="Заголовок 2 Знак"/>
    <w:aliases w:val="2. Überschrift Знак"/>
    <w:basedOn w:val="a0"/>
    <w:link w:val="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30">
    <w:name w:val="Заголовок 3 Знак"/>
    <w:aliases w:val="3. Überschrift Знак"/>
    <w:basedOn w:val="a0"/>
    <w:link w:val="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a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a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a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10">
    <w:name w:val="Заголовок 1 Знак"/>
    <w:aliases w:val="1. Überschrift Знак"/>
    <w:basedOn w:val="a0"/>
    <w:link w:val="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aa">
    <w:name w:val="No Spacing"/>
    <w:basedOn w:val="a"/>
    <w:uiPriority w:val="4"/>
    <w:semiHidden/>
    <w:unhideWhenUsed/>
    <w:rsid w:val="000F1C7E"/>
  </w:style>
  <w:style w:type="table" w:styleId="ab">
    <w:name w:val="Table Grid"/>
    <w:basedOn w:val="a1"/>
    <w:uiPriority w:val="59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character" w:styleId="ac">
    <w:name w:val="Hyperlink"/>
    <w:basedOn w:val="a0"/>
    <w:uiPriority w:val="99"/>
    <w:unhideWhenUsed/>
    <w:rsid w:val="00054E28"/>
    <w:rPr>
      <w:color w:val="0000FF" w:themeColor="hyperlink"/>
      <w:u w:val="single"/>
    </w:rPr>
  </w:style>
  <w:style w:type="paragraph" w:styleId="ad">
    <w:name w:val="List Paragraph"/>
    <w:basedOn w:val="a"/>
    <w:uiPriority w:val="34"/>
    <w:rsid w:val="007B4833"/>
    <w:pPr>
      <w:ind w:left="720"/>
      <w:contextualSpacing/>
    </w:pPr>
  </w:style>
  <w:style w:type="character" w:customStyle="1" w:styleId="UnresolvedMention1">
    <w:name w:val="Unresolved Mention1"/>
    <w:basedOn w:val="a0"/>
    <w:uiPriority w:val="99"/>
    <w:semiHidden/>
    <w:unhideWhenUsed/>
    <w:rsid w:val="000000AF"/>
    <w:rPr>
      <w:color w:val="808080"/>
      <w:shd w:val="clear" w:color="auto" w:fill="E6E6E6"/>
    </w:rPr>
  </w:style>
  <w:style w:type="character" w:styleId="ae">
    <w:name w:val="annotation reference"/>
    <w:basedOn w:val="a0"/>
    <w:uiPriority w:val="99"/>
    <w:semiHidden/>
    <w:unhideWhenUsed/>
    <w:rsid w:val="00A41B8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41B8C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A41B8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41B8C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A41B8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1. Überschrift"/>
    <w:basedOn w:val="a"/>
    <w:next w:val="a"/>
    <w:link w:val="10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aliases w:val="2. Überschrift"/>
    <w:basedOn w:val="a"/>
    <w:next w:val="a"/>
    <w:link w:val="20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3">
    <w:name w:val="heading 3"/>
    <w:aliases w:val="3. Überschrift"/>
    <w:basedOn w:val="a"/>
    <w:next w:val="a"/>
    <w:link w:val="30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637D0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637D0"/>
  </w:style>
  <w:style w:type="paragraph" w:styleId="a5">
    <w:name w:val="footer"/>
    <w:basedOn w:val="a"/>
    <w:link w:val="a6"/>
    <w:uiPriority w:val="99"/>
    <w:unhideWhenUsed/>
    <w:rsid w:val="00A637D0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E6D89"/>
  </w:style>
  <w:style w:type="paragraph" w:styleId="a7">
    <w:name w:val="Balloon Text"/>
    <w:basedOn w:val="a"/>
    <w:link w:val="a8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a9">
    <w:name w:val="page number"/>
    <w:basedOn w:val="a0"/>
    <w:semiHidden/>
    <w:unhideWhenUsed/>
    <w:rsid w:val="00A637D0"/>
  </w:style>
  <w:style w:type="character" w:customStyle="1" w:styleId="20">
    <w:name w:val="Заголовок 2 Знак"/>
    <w:aliases w:val="2. Überschrift Знак"/>
    <w:basedOn w:val="a0"/>
    <w:link w:val="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30">
    <w:name w:val="Заголовок 3 Знак"/>
    <w:aliases w:val="3. Überschrift Знак"/>
    <w:basedOn w:val="a0"/>
    <w:link w:val="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a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a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a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10">
    <w:name w:val="Заголовок 1 Знак"/>
    <w:aliases w:val="1. Überschrift Знак"/>
    <w:basedOn w:val="a0"/>
    <w:link w:val="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aa">
    <w:name w:val="No Spacing"/>
    <w:basedOn w:val="a"/>
    <w:uiPriority w:val="4"/>
    <w:semiHidden/>
    <w:unhideWhenUsed/>
    <w:rsid w:val="000F1C7E"/>
  </w:style>
  <w:style w:type="table" w:styleId="ab">
    <w:name w:val="Table Grid"/>
    <w:basedOn w:val="a1"/>
    <w:uiPriority w:val="59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character" w:styleId="ac">
    <w:name w:val="Hyperlink"/>
    <w:basedOn w:val="a0"/>
    <w:uiPriority w:val="99"/>
    <w:unhideWhenUsed/>
    <w:rsid w:val="00054E28"/>
    <w:rPr>
      <w:color w:val="0000FF" w:themeColor="hyperlink"/>
      <w:u w:val="single"/>
    </w:rPr>
  </w:style>
  <w:style w:type="paragraph" w:styleId="ad">
    <w:name w:val="List Paragraph"/>
    <w:basedOn w:val="a"/>
    <w:uiPriority w:val="34"/>
    <w:rsid w:val="007B4833"/>
    <w:pPr>
      <w:ind w:left="720"/>
      <w:contextualSpacing/>
    </w:pPr>
  </w:style>
  <w:style w:type="character" w:customStyle="1" w:styleId="UnresolvedMention1">
    <w:name w:val="Unresolved Mention1"/>
    <w:basedOn w:val="a0"/>
    <w:uiPriority w:val="99"/>
    <w:semiHidden/>
    <w:unhideWhenUsed/>
    <w:rsid w:val="000000AF"/>
    <w:rPr>
      <w:color w:val="808080"/>
      <w:shd w:val="clear" w:color="auto" w:fill="E6E6E6"/>
    </w:rPr>
  </w:style>
  <w:style w:type="character" w:styleId="ae">
    <w:name w:val="annotation reference"/>
    <w:basedOn w:val="a0"/>
    <w:uiPriority w:val="99"/>
    <w:semiHidden/>
    <w:unhideWhenUsed/>
    <w:rsid w:val="00A41B8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41B8C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A41B8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41B8C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A41B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643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6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22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90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711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98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709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49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9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70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3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8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60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80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5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36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93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ryna.voitsekhivska@giz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LA3384\Desktop\vorlage-giz-logo-schwarz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C8C05-DE40-4705-A95C-B33E497A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vorlage-giz-logo-schwarz</Template>
  <TotalTime>12</TotalTime>
  <Pages>2</Pages>
  <Words>1801</Words>
  <Characters>1027</Characters>
  <Application>Microsoft Office Word</Application>
  <DocSecurity>0</DocSecurity>
  <Lines>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Vorlage mit schwarzem GIZ-Logo</vt:lpstr>
      <vt:lpstr>Vorlage mit schwarzem GIZ-Logo</vt:lpstr>
      <vt:lpstr>Vorlage mit schwarzem GIZ-Logo</vt:lpstr>
    </vt:vector>
  </TitlesOfParts>
  <Company>GIZ GmbH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mit schwarzem GIZ-Logo</dc:title>
  <dc:creator>Katharina Guhr</dc:creator>
  <cp:lastModifiedBy>Рідош Євген</cp:lastModifiedBy>
  <cp:revision>8</cp:revision>
  <dcterms:created xsi:type="dcterms:W3CDTF">2017-09-07T06:22:00Z</dcterms:created>
  <dcterms:modified xsi:type="dcterms:W3CDTF">2017-09-12T08:49:00Z</dcterms:modified>
</cp:coreProperties>
</file>